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F6A40" w14:textId="7B8FF019" w:rsidR="00DF5181" w:rsidRPr="00DF5181" w:rsidRDefault="00DF5181" w:rsidP="00DF5181">
      <w:pPr>
        <w:rPr>
          <w:b/>
          <w:bCs/>
          <w:lang w:val="en-US"/>
        </w:rPr>
      </w:pPr>
      <w:r w:rsidRPr="00DF5181">
        <w:rPr>
          <w:b/>
          <w:bCs/>
          <w:lang w:val="en-US"/>
        </w:rPr>
        <w:t xml:space="preserve">Source code – Analysis of </w:t>
      </w:r>
      <w:proofErr w:type="spellStart"/>
      <w:r w:rsidRPr="00DF5181">
        <w:rPr>
          <w:b/>
          <w:bCs/>
          <w:lang w:val="en-US"/>
        </w:rPr>
        <w:t>ChIP</w:t>
      </w:r>
      <w:proofErr w:type="spellEnd"/>
      <w:r w:rsidRPr="00DF5181">
        <w:rPr>
          <w:b/>
          <w:bCs/>
          <w:lang w:val="en-US"/>
        </w:rPr>
        <w:t>-Seq data</w:t>
      </w:r>
    </w:p>
    <w:p w14:paraId="04CDD25A" w14:textId="0A344648" w:rsidR="00CF0C64" w:rsidRPr="00DF5181" w:rsidRDefault="00CF0C64">
      <w:pPr>
        <w:rPr>
          <w:lang w:val="en-US"/>
        </w:rPr>
      </w:pPr>
    </w:p>
    <w:p w14:paraId="4461E4BE" w14:textId="77777777" w:rsidR="00D25BDD" w:rsidRPr="00D25BDD" w:rsidRDefault="00D25BDD" w:rsidP="00D25BDD">
      <w:r w:rsidRPr="00D25BDD">
        <w:t>#!/bin/bash</w:t>
      </w:r>
    </w:p>
    <w:p w14:paraId="7A9123F0" w14:textId="77777777" w:rsidR="00D25BDD" w:rsidRPr="00D25BDD" w:rsidRDefault="00D25BDD" w:rsidP="00D25BDD"/>
    <w:p w14:paraId="2D1CA301" w14:textId="77777777" w:rsidR="00D25BDD" w:rsidRPr="00D25BDD" w:rsidRDefault="00D25BDD" w:rsidP="00D25BDD">
      <w:r w:rsidRPr="00D25BDD">
        <w:t>VER_BOWTIE2="pgBowtie2.sh_1.3.0"</w:t>
      </w:r>
    </w:p>
    <w:p w14:paraId="3EA617BC" w14:textId="77777777" w:rsidR="00D25BDD" w:rsidRPr="00D25BDD" w:rsidRDefault="00D25BDD" w:rsidP="00D25BDD"/>
    <w:p w14:paraId="04E94DE2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#########################################</w:t>
      </w:r>
    </w:p>
    <w:p w14:paraId="055D8EA1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##########     Description     ##########</w:t>
      </w:r>
    </w:p>
    <w:p w14:paraId="71355A74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  <w:r w:rsidRPr="00D25BDD">
        <w:rPr>
          <w:lang w:val="en-US"/>
        </w:rPr>
        <w:tab/>
        <w:t>functionality:</w:t>
      </w:r>
    </w:p>
    <w:p w14:paraId="26DBF52D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  <w:r w:rsidRPr="00D25BDD">
        <w:rPr>
          <w:lang w:val="en-US"/>
        </w:rPr>
        <w:tab/>
      </w:r>
      <w:r w:rsidRPr="00D25BDD">
        <w:rPr>
          <w:lang w:val="en-US"/>
        </w:rPr>
        <w:tab/>
        <w:t xml:space="preserve">reads list of </w:t>
      </w:r>
      <w:proofErr w:type="spellStart"/>
      <w:r w:rsidRPr="00D25BDD">
        <w:rPr>
          <w:lang w:val="en-US"/>
        </w:rPr>
        <w:t>fastq</w:t>
      </w:r>
      <w:proofErr w:type="spellEnd"/>
      <w:r w:rsidRPr="00D25BDD">
        <w:rPr>
          <w:lang w:val="en-US"/>
        </w:rPr>
        <w:t>-files</w:t>
      </w:r>
    </w:p>
    <w:p w14:paraId="5F597B83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  <w:r w:rsidRPr="00D25BDD">
        <w:rPr>
          <w:lang w:val="en-US"/>
        </w:rPr>
        <w:tab/>
      </w:r>
      <w:r w:rsidRPr="00D25BDD">
        <w:rPr>
          <w:lang w:val="en-US"/>
        </w:rPr>
        <w:tab/>
        <w:t xml:space="preserve">maps each </w:t>
      </w:r>
      <w:proofErr w:type="spellStart"/>
      <w:r w:rsidRPr="00D25BDD">
        <w:rPr>
          <w:lang w:val="en-US"/>
        </w:rPr>
        <w:t>fastq</w:t>
      </w:r>
      <w:proofErr w:type="spellEnd"/>
      <w:r w:rsidRPr="00D25BDD">
        <w:rPr>
          <w:lang w:val="en-US"/>
        </w:rPr>
        <w:t>-file to the indicated genome, using Bowtie2</w:t>
      </w:r>
    </w:p>
    <w:p w14:paraId="06E44B54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  <w:r w:rsidRPr="00D25BDD">
        <w:rPr>
          <w:lang w:val="en-US"/>
        </w:rPr>
        <w:tab/>
      </w:r>
      <w:r w:rsidRPr="00D25BDD">
        <w:rPr>
          <w:lang w:val="en-US"/>
        </w:rPr>
        <w:tab/>
        <w:t>writes bam-file as output</w:t>
      </w:r>
    </w:p>
    <w:p w14:paraId="7F2A76DB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  <w:r w:rsidRPr="00D25BDD">
        <w:rPr>
          <w:lang w:val="en-US"/>
        </w:rPr>
        <w:tab/>
      </w:r>
      <w:r w:rsidRPr="00D25BDD">
        <w:rPr>
          <w:lang w:val="en-US"/>
        </w:rPr>
        <w:tab/>
        <w:t>sorts the output bam-file</w:t>
      </w:r>
    </w:p>
    <w:p w14:paraId="1B1EA93F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  <w:r w:rsidRPr="00D25BDD">
        <w:rPr>
          <w:lang w:val="en-US"/>
        </w:rPr>
        <w:tab/>
      </w:r>
      <w:r w:rsidRPr="00D25BDD">
        <w:rPr>
          <w:lang w:val="en-US"/>
        </w:rPr>
        <w:tab/>
        <w:t>also writes a combined sorted bam-file, containing mapped &amp; unmapped reads</w:t>
      </w:r>
    </w:p>
    <w:p w14:paraId="024F88C4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</w:p>
    <w:p w14:paraId="403E877E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  <w:r w:rsidRPr="00D25BDD">
        <w:rPr>
          <w:lang w:val="en-US"/>
        </w:rPr>
        <w:tab/>
        <w:t>use:</w:t>
      </w:r>
    </w:p>
    <w:p w14:paraId="39E0C0C5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  <w:r w:rsidRPr="00D25BDD">
        <w:rPr>
          <w:lang w:val="en-US"/>
        </w:rPr>
        <w:tab/>
      </w:r>
      <w:r w:rsidRPr="00D25BDD">
        <w:rPr>
          <w:lang w:val="en-US"/>
        </w:rPr>
        <w:tab/>
        <w:t>pgBowtie2.sh arg1 arg2 &amp;&gt;log.txt &amp;; disown -h %1</w:t>
      </w:r>
    </w:p>
    <w:p w14:paraId="7E5027CB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</w:p>
    <w:p w14:paraId="64139BF7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 command line arguments:</w:t>
      </w:r>
    </w:p>
    <w:p w14:paraId="5F535148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  <w:r w:rsidRPr="00D25BDD">
        <w:rPr>
          <w:lang w:val="en-US"/>
        </w:rPr>
        <w:tab/>
        <w:t>argument 1: one item per line</w:t>
      </w:r>
    </w:p>
    <w:p w14:paraId="1A622F58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  <w:r w:rsidRPr="00D25BDD">
        <w:rPr>
          <w:lang w:val="en-US"/>
        </w:rPr>
        <w:tab/>
      </w:r>
      <w:r w:rsidRPr="00D25BDD">
        <w:rPr>
          <w:lang w:val="en-US"/>
        </w:rPr>
        <w:tab/>
        <w:t xml:space="preserve">row 1: full path to </w:t>
      </w:r>
      <w:proofErr w:type="spellStart"/>
      <w:r w:rsidRPr="00D25BDD">
        <w:rPr>
          <w:lang w:val="en-US"/>
        </w:rPr>
        <w:t>fastq</w:t>
      </w:r>
      <w:proofErr w:type="spellEnd"/>
      <w:r w:rsidRPr="00D25BDD">
        <w:rPr>
          <w:lang w:val="en-US"/>
        </w:rPr>
        <w:t xml:space="preserve"> directory</w:t>
      </w:r>
    </w:p>
    <w:p w14:paraId="43BF03EF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  <w:r w:rsidRPr="00D25BDD">
        <w:rPr>
          <w:lang w:val="en-US"/>
        </w:rPr>
        <w:tab/>
      </w:r>
      <w:r w:rsidRPr="00D25BDD">
        <w:rPr>
          <w:lang w:val="en-US"/>
        </w:rPr>
        <w:tab/>
        <w:t xml:space="preserve">row 2: full path to output-directory (bam- &amp; </w:t>
      </w:r>
      <w:proofErr w:type="spellStart"/>
      <w:r w:rsidRPr="00D25BDD">
        <w:rPr>
          <w:lang w:val="en-US"/>
        </w:rPr>
        <w:t>sam</w:t>
      </w:r>
      <w:proofErr w:type="spellEnd"/>
      <w:r w:rsidRPr="00D25BDD">
        <w:rPr>
          <w:lang w:val="en-US"/>
        </w:rPr>
        <w:t>-directory)</w:t>
      </w:r>
    </w:p>
    <w:p w14:paraId="1206ADCF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  <w:r w:rsidRPr="00D25BDD">
        <w:rPr>
          <w:lang w:val="en-US"/>
        </w:rPr>
        <w:tab/>
      </w:r>
      <w:r w:rsidRPr="00D25BDD">
        <w:rPr>
          <w:lang w:val="en-US"/>
        </w:rPr>
        <w:tab/>
        <w:t>row 3: full path to user directory; optional - if no directory is provided, the "output directory" will be used</w:t>
      </w:r>
    </w:p>
    <w:p w14:paraId="2546AAB4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  <w:r w:rsidRPr="00D25BDD">
        <w:rPr>
          <w:lang w:val="en-US"/>
        </w:rPr>
        <w:tab/>
      </w:r>
      <w:r w:rsidRPr="00D25BDD">
        <w:rPr>
          <w:lang w:val="en-US"/>
        </w:rPr>
        <w:tab/>
        <w:t>row 4: full path to bowtie2 genome</w:t>
      </w:r>
    </w:p>
    <w:p w14:paraId="230F8054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  <w:r w:rsidRPr="00D25BDD">
        <w:rPr>
          <w:lang w:val="en-US"/>
        </w:rPr>
        <w:tab/>
      </w:r>
      <w:r w:rsidRPr="00D25BDD">
        <w:rPr>
          <w:lang w:val="en-US"/>
        </w:rPr>
        <w:tab/>
        <w:t xml:space="preserve">row 5: additional </w:t>
      </w:r>
      <w:proofErr w:type="spellStart"/>
      <w:r w:rsidRPr="00D25BDD">
        <w:rPr>
          <w:lang w:val="en-US"/>
        </w:rPr>
        <w:t>tophat</w:t>
      </w:r>
      <w:proofErr w:type="spellEnd"/>
      <w:r w:rsidRPr="00D25BDD">
        <w:rPr>
          <w:lang w:val="en-US"/>
        </w:rPr>
        <w:t>/bowtie2  parameters (optional)</w:t>
      </w:r>
    </w:p>
    <w:p w14:paraId="24BACE30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  <w:r w:rsidRPr="00D25BDD">
        <w:rPr>
          <w:lang w:val="en-US"/>
        </w:rPr>
        <w:tab/>
      </w:r>
      <w:r w:rsidRPr="00D25BDD">
        <w:rPr>
          <w:lang w:val="en-US"/>
        </w:rPr>
        <w:tab/>
        <w:t>row 6: empty (\n)</w:t>
      </w:r>
    </w:p>
    <w:p w14:paraId="2D84DFB4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  <w:r w:rsidRPr="00D25BDD">
        <w:rPr>
          <w:lang w:val="en-US"/>
        </w:rPr>
        <w:tab/>
        <w:t xml:space="preserve">argument 2: list of </w:t>
      </w:r>
      <w:proofErr w:type="spellStart"/>
      <w:r w:rsidRPr="00D25BDD">
        <w:rPr>
          <w:lang w:val="en-US"/>
        </w:rPr>
        <w:t>fastq</w:t>
      </w:r>
      <w:proofErr w:type="spellEnd"/>
      <w:r w:rsidRPr="00D25BDD">
        <w:rPr>
          <w:lang w:val="en-US"/>
        </w:rPr>
        <w:t>-files</w:t>
      </w:r>
    </w:p>
    <w:p w14:paraId="5D86D52E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  <w:r w:rsidRPr="00D25BDD">
        <w:rPr>
          <w:lang w:val="en-US"/>
        </w:rPr>
        <w:tab/>
      </w:r>
      <w:r w:rsidRPr="00D25BDD">
        <w:rPr>
          <w:lang w:val="en-US"/>
        </w:rPr>
        <w:tab/>
        <w:t xml:space="preserve">row 1 ff: one </w:t>
      </w:r>
      <w:proofErr w:type="spellStart"/>
      <w:r w:rsidRPr="00D25BDD">
        <w:rPr>
          <w:lang w:val="en-US"/>
        </w:rPr>
        <w:t>fastq</w:t>
      </w:r>
      <w:proofErr w:type="spellEnd"/>
      <w:r w:rsidRPr="00D25BDD">
        <w:rPr>
          <w:lang w:val="en-US"/>
        </w:rPr>
        <w:t>-file name per row (root name, without extension '.</w:t>
      </w:r>
      <w:proofErr w:type="spellStart"/>
      <w:r w:rsidRPr="00D25BDD">
        <w:rPr>
          <w:lang w:val="en-US"/>
        </w:rPr>
        <w:t>fastq</w:t>
      </w:r>
      <w:proofErr w:type="spellEnd"/>
      <w:r w:rsidRPr="00D25BDD">
        <w:rPr>
          <w:lang w:val="en-US"/>
        </w:rPr>
        <w:t>')</w:t>
      </w:r>
    </w:p>
    <w:p w14:paraId="18AD28EB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</w:t>
      </w:r>
      <w:r w:rsidRPr="00D25BDD">
        <w:rPr>
          <w:lang w:val="en-US"/>
        </w:rPr>
        <w:tab/>
      </w:r>
      <w:r w:rsidRPr="00D25BDD">
        <w:rPr>
          <w:lang w:val="en-US"/>
        </w:rPr>
        <w:tab/>
        <w:t>last row: empty (\n)</w:t>
      </w:r>
    </w:p>
    <w:p w14:paraId="460785BB" w14:textId="77777777" w:rsidR="00D25BDD" w:rsidRPr="00D25BDD" w:rsidRDefault="00D25BDD" w:rsidP="00D25BDD">
      <w:pPr>
        <w:rPr>
          <w:lang w:val="en-US"/>
        </w:rPr>
      </w:pPr>
    </w:p>
    <w:p w14:paraId="29A21FEA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 retrieve parameters</w:t>
      </w:r>
    </w:p>
    <w:p w14:paraId="4BAF2AB3" w14:textId="77777777" w:rsidR="00D25BDD" w:rsidRPr="00D25BDD" w:rsidRDefault="00D25BDD" w:rsidP="00D25BDD">
      <w:pPr>
        <w:rPr>
          <w:lang w:val="en-US"/>
        </w:rPr>
      </w:pPr>
      <w:proofErr w:type="spellStart"/>
      <w:r w:rsidRPr="00D25BDD">
        <w:rPr>
          <w:lang w:val="en-US"/>
        </w:rPr>
        <w:t>fastq_dir</w:t>
      </w:r>
      <w:proofErr w:type="spellEnd"/>
      <w:r w:rsidRPr="00D25BDD">
        <w:rPr>
          <w:lang w:val="en-US"/>
        </w:rPr>
        <w:t>=`sed -n '1p' &lt; $1`</w:t>
      </w:r>
      <w:r w:rsidRPr="00D25BDD">
        <w:rPr>
          <w:lang w:val="en-US"/>
        </w:rPr>
        <w:tab/>
      </w:r>
      <w:r w:rsidRPr="00D25BDD">
        <w:rPr>
          <w:lang w:val="en-US"/>
        </w:rPr>
        <w:tab/>
      </w:r>
    </w:p>
    <w:p w14:paraId="1A05F4F0" w14:textId="77777777" w:rsidR="00D25BDD" w:rsidRPr="00D25BDD" w:rsidRDefault="00D25BDD" w:rsidP="00D25BDD">
      <w:pPr>
        <w:rPr>
          <w:lang w:val="en-US"/>
        </w:rPr>
      </w:pPr>
      <w:proofErr w:type="spellStart"/>
      <w:r w:rsidRPr="00D25BDD">
        <w:rPr>
          <w:lang w:val="en-US"/>
        </w:rPr>
        <w:t>bam_dir</w:t>
      </w:r>
      <w:proofErr w:type="spellEnd"/>
      <w:r w:rsidRPr="00D25BDD">
        <w:rPr>
          <w:lang w:val="en-US"/>
        </w:rPr>
        <w:t>=`sed -n '2p' &lt; $1`</w:t>
      </w:r>
    </w:p>
    <w:p w14:paraId="719261D8" w14:textId="77777777" w:rsidR="00D25BDD" w:rsidRPr="00D25BDD" w:rsidRDefault="00D25BDD" w:rsidP="00D25BDD">
      <w:pPr>
        <w:rPr>
          <w:lang w:val="en-US"/>
        </w:rPr>
      </w:pPr>
      <w:proofErr w:type="spellStart"/>
      <w:r w:rsidRPr="00D25BDD">
        <w:rPr>
          <w:lang w:val="en-US"/>
        </w:rPr>
        <w:t>user_dir</w:t>
      </w:r>
      <w:proofErr w:type="spellEnd"/>
      <w:r w:rsidRPr="00D25BDD">
        <w:rPr>
          <w:lang w:val="en-US"/>
        </w:rPr>
        <w:t>=`sed -n '3p' &lt; $1`</w:t>
      </w:r>
    </w:p>
    <w:p w14:paraId="17C08053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genome=`sed -n '4p' &lt; $1`</w:t>
      </w:r>
    </w:p>
    <w:p w14:paraId="4F07B65C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parameters=`sed -n '5p' &lt; $1`</w:t>
      </w:r>
    </w:p>
    <w:p w14:paraId="75EBC8D3" w14:textId="77777777" w:rsidR="00D25BDD" w:rsidRPr="00D25BDD" w:rsidRDefault="00D25BDD" w:rsidP="00D25BDD">
      <w:pPr>
        <w:rPr>
          <w:lang w:val="en-US"/>
        </w:rPr>
      </w:pPr>
    </w:p>
    <w:p w14:paraId="71844BF2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samples=$2</w:t>
      </w:r>
    </w:p>
    <w:p w14:paraId="7B628882" w14:textId="77777777" w:rsidR="00D25BDD" w:rsidRPr="00D25BDD" w:rsidRDefault="00D25BDD" w:rsidP="00D25BDD">
      <w:pPr>
        <w:rPr>
          <w:lang w:val="en-US"/>
        </w:rPr>
      </w:pPr>
    </w:p>
    <w:p w14:paraId="0E1BDE56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#map with tophat1/bowtie2</w:t>
      </w:r>
    </w:p>
    <w:p w14:paraId="5E2D4D80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while read name; do</w:t>
      </w:r>
    </w:p>
    <w:p w14:paraId="0B03138D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ab/>
        <w:t>if [ -f "${</w:t>
      </w:r>
      <w:proofErr w:type="spellStart"/>
      <w:r w:rsidRPr="00D25BDD">
        <w:rPr>
          <w:lang w:val="en-US"/>
        </w:rPr>
        <w:t>fastq_dir</w:t>
      </w:r>
      <w:proofErr w:type="spellEnd"/>
      <w:r w:rsidRPr="00D25BDD">
        <w:rPr>
          <w:lang w:val="en-US"/>
        </w:rPr>
        <w:t>}/${name}.</w:t>
      </w:r>
      <w:proofErr w:type="spellStart"/>
      <w:r w:rsidRPr="00D25BDD">
        <w:rPr>
          <w:lang w:val="en-US"/>
        </w:rPr>
        <w:t>fastq</w:t>
      </w:r>
      <w:proofErr w:type="spellEnd"/>
      <w:r w:rsidRPr="00D25BDD">
        <w:rPr>
          <w:lang w:val="en-US"/>
        </w:rPr>
        <w:t>" ]; then</w:t>
      </w:r>
    </w:p>
    <w:p w14:paraId="1011B8DB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ab/>
      </w:r>
      <w:r w:rsidRPr="00D25BDD">
        <w:rPr>
          <w:lang w:val="en-US"/>
        </w:rPr>
        <w:tab/>
      </w:r>
      <w:proofErr w:type="spellStart"/>
      <w:r w:rsidRPr="00D25BDD">
        <w:rPr>
          <w:lang w:val="en-US"/>
        </w:rPr>
        <w:t>printf</w:t>
      </w:r>
      <w:proofErr w:type="spellEnd"/>
      <w:r w:rsidRPr="00D25BDD">
        <w:rPr>
          <w:lang w:val="en-US"/>
        </w:rPr>
        <w:t xml:space="preserve"> "run </w:t>
      </w:r>
      <w:proofErr w:type="spellStart"/>
      <w:r w:rsidRPr="00D25BDD">
        <w:rPr>
          <w:lang w:val="en-US"/>
        </w:rPr>
        <w:t>tophat</w:t>
      </w:r>
      <w:proofErr w:type="spellEnd"/>
      <w:r w:rsidRPr="00D25BDD">
        <w:rPr>
          <w:lang w:val="en-US"/>
        </w:rPr>
        <w:t xml:space="preserve"> with the parameters: --no-coverage-search -p 40 $parameters for sample $name...\n"</w:t>
      </w:r>
    </w:p>
    <w:p w14:paraId="12ED589E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ab/>
      </w:r>
      <w:r w:rsidRPr="00D25BDD">
        <w:rPr>
          <w:lang w:val="en-US"/>
        </w:rPr>
        <w:tab/>
      </w:r>
      <w:proofErr w:type="spellStart"/>
      <w:r w:rsidRPr="00D25BDD">
        <w:rPr>
          <w:lang w:val="en-US"/>
        </w:rPr>
        <w:t>tophat</w:t>
      </w:r>
      <w:proofErr w:type="spellEnd"/>
      <w:r w:rsidRPr="00D25BDD">
        <w:rPr>
          <w:lang w:val="en-US"/>
        </w:rPr>
        <w:t xml:space="preserve"> --no-coverage-search -g 1 -p 40 -o ${</w:t>
      </w:r>
      <w:proofErr w:type="spellStart"/>
      <w:r w:rsidRPr="00D25BDD">
        <w:rPr>
          <w:lang w:val="en-US"/>
        </w:rPr>
        <w:t>bam_dir</w:t>
      </w:r>
      <w:proofErr w:type="spellEnd"/>
      <w:r w:rsidRPr="00D25BDD">
        <w:rPr>
          <w:lang w:val="en-US"/>
        </w:rPr>
        <w:t>}/${name} $genome ${</w:t>
      </w:r>
      <w:proofErr w:type="spellStart"/>
      <w:r w:rsidRPr="00D25BDD">
        <w:rPr>
          <w:lang w:val="en-US"/>
        </w:rPr>
        <w:t>fastq_dir</w:t>
      </w:r>
      <w:proofErr w:type="spellEnd"/>
      <w:r w:rsidRPr="00D25BDD">
        <w:rPr>
          <w:lang w:val="en-US"/>
        </w:rPr>
        <w:t>}/${name}.</w:t>
      </w:r>
      <w:proofErr w:type="spellStart"/>
      <w:r w:rsidRPr="00D25BDD">
        <w:rPr>
          <w:lang w:val="en-US"/>
        </w:rPr>
        <w:t>fastq</w:t>
      </w:r>
      <w:proofErr w:type="spellEnd"/>
      <w:r w:rsidRPr="00D25BDD">
        <w:rPr>
          <w:lang w:val="en-US"/>
        </w:rPr>
        <w:t xml:space="preserve"> 2&gt;${</w:t>
      </w:r>
      <w:proofErr w:type="spellStart"/>
      <w:r w:rsidRPr="00D25BDD">
        <w:rPr>
          <w:lang w:val="en-US"/>
        </w:rPr>
        <w:t>bam_dir</w:t>
      </w:r>
      <w:proofErr w:type="spellEnd"/>
      <w:r w:rsidRPr="00D25BDD">
        <w:rPr>
          <w:lang w:val="en-US"/>
        </w:rPr>
        <w:t>}/${name}_tophat_report.txt</w:t>
      </w:r>
    </w:p>
    <w:p w14:paraId="366D5B93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lastRenderedPageBreak/>
        <w:tab/>
        <w:t>fi</w:t>
      </w:r>
    </w:p>
    <w:p w14:paraId="1C5ED665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done &lt; $samples</w:t>
      </w:r>
    </w:p>
    <w:p w14:paraId="7D5398CF" w14:textId="77777777" w:rsidR="00D25BDD" w:rsidRPr="00D25BDD" w:rsidRDefault="00D25BDD" w:rsidP="00D25BDD">
      <w:pPr>
        <w:rPr>
          <w:lang w:val="en-US"/>
        </w:rPr>
      </w:pPr>
    </w:p>
    <w:p w14:paraId="0B1A3F47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#sort and index bam file</w:t>
      </w:r>
    </w:p>
    <w:p w14:paraId="08FA46DC" w14:textId="77777777" w:rsidR="00D25BDD" w:rsidRPr="00D25BDD" w:rsidRDefault="00D25BDD" w:rsidP="00D25BDD">
      <w:pPr>
        <w:rPr>
          <w:lang w:val="en-US"/>
        </w:rPr>
      </w:pPr>
      <w:proofErr w:type="spellStart"/>
      <w:r w:rsidRPr="00D25BDD">
        <w:rPr>
          <w:lang w:val="en-US"/>
        </w:rPr>
        <w:t>printf</w:t>
      </w:r>
      <w:proofErr w:type="spellEnd"/>
      <w:r w:rsidRPr="00D25BDD">
        <w:rPr>
          <w:lang w:val="en-US"/>
        </w:rPr>
        <w:t xml:space="preserve"> "create sorted .bam files...\n"</w:t>
      </w:r>
    </w:p>
    <w:p w14:paraId="047D2504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while read name; do</w:t>
      </w:r>
    </w:p>
    <w:p w14:paraId="5001BBAE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ab/>
        <w:t>if [ -f "${</w:t>
      </w:r>
      <w:proofErr w:type="spellStart"/>
      <w:r w:rsidRPr="00D25BDD">
        <w:rPr>
          <w:lang w:val="en-US"/>
        </w:rPr>
        <w:t>bam_dir</w:t>
      </w:r>
      <w:proofErr w:type="spellEnd"/>
      <w:r w:rsidRPr="00D25BDD">
        <w:rPr>
          <w:lang w:val="en-US"/>
        </w:rPr>
        <w:t>}/${name}/</w:t>
      </w:r>
      <w:proofErr w:type="spellStart"/>
      <w:r w:rsidRPr="00D25BDD">
        <w:rPr>
          <w:lang w:val="en-US"/>
        </w:rPr>
        <w:t>accepted_hits.bam</w:t>
      </w:r>
      <w:proofErr w:type="spellEnd"/>
      <w:r w:rsidRPr="00D25BDD">
        <w:rPr>
          <w:lang w:val="en-US"/>
        </w:rPr>
        <w:t>" ]; then</w:t>
      </w:r>
    </w:p>
    <w:p w14:paraId="6D89E903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ab/>
      </w:r>
      <w:r w:rsidRPr="00D25BDD">
        <w:rPr>
          <w:lang w:val="en-US"/>
        </w:rPr>
        <w:tab/>
      </w:r>
      <w:proofErr w:type="spellStart"/>
      <w:r w:rsidRPr="00D25BDD">
        <w:rPr>
          <w:lang w:val="en-US"/>
        </w:rPr>
        <w:t>samtools</w:t>
      </w:r>
      <w:proofErr w:type="spellEnd"/>
      <w:r w:rsidRPr="00D25BDD">
        <w:rPr>
          <w:lang w:val="en-US"/>
        </w:rPr>
        <w:t xml:space="preserve"> sort -@ 35 ${</w:t>
      </w:r>
      <w:proofErr w:type="spellStart"/>
      <w:r w:rsidRPr="00D25BDD">
        <w:rPr>
          <w:lang w:val="en-US"/>
        </w:rPr>
        <w:t>bam_dir</w:t>
      </w:r>
      <w:proofErr w:type="spellEnd"/>
      <w:r w:rsidRPr="00D25BDD">
        <w:rPr>
          <w:lang w:val="en-US"/>
        </w:rPr>
        <w:t>}/${name}/</w:t>
      </w:r>
      <w:proofErr w:type="spellStart"/>
      <w:r w:rsidRPr="00D25BDD">
        <w:rPr>
          <w:lang w:val="en-US"/>
        </w:rPr>
        <w:t>accepted_hits.bam</w:t>
      </w:r>
      <w:proofErr w:type="spellEnd"/>
      <w:r w:rsidRPr="00D25BDD">
        <w:rPr>
          <w:lang w:val="en-US"/>
        </w:rPr>
        <w:t xml:space="preserve"> -o ${</w:t>
      </w:r>
      <w:proofErr w:type="spellStart"/>
      <w:r w:rsidRPr="00D25BDD">
        <w:rPr>
          <w:lang w:val="en-US"/>
        </w:rPr>
        <w:t>bam_dir</w:t>
      </w:r>
      <w:proofErr w:type="spellEnd"/>
      <w:r w:rsidRPr="00D25BDD">
        <w:rPr>
          <w:lang w:val="en-US"/>
        </w:rPr>
        <w:t>}/${name}/${name}.</w:t>
      </w:r>
      <w:proofErr w:type="spellStart"/>
      <w:r w:rsidRPr="00D25BDD">
        <w:rPr>
          <w:lang w:val="en-US"/>
        </w:rPr>
        <w:t>mapped_sort.bam</w:t>
      </w:r>
      <w:proofErr w:type="spellEnd"/>
    </w:p>
    <w:p w14:paraId="5EBCFA05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ab/>
      </w:r>
      <w:r w:rsidRPr="00D25BDD">
        <w:rPr>
          <w:lang w:val="en-US"/>
        </w:rPr>
        <w:tab/>
      </w:r>
      <w:proofErr w:type="spellStart"/>
      <w:r w:rsidRPr="00D25BDD">
        <w:rPr>
          <w:lang w:val="en-US"/>
        </w:rPr>
        <w:t>samtools</w:t>
      </w:r>
      <w:proofErr w:type="spellEnd"/>
      <w:r w:rsidRPr="00D25BDD">
        <w:rPr>
          <w:lang w:val="en-US"/>
        </w:rPr>
        <w:t xml:space="preserve"> index ${</w:t>
      </w:r>
      <w:proofErr w:type="spellStart"/>
      <w:r w:rsidRPr="00D25BDD">
        <w:rPr>
          <w:lang w:val="en-US"/>
        </w:rPr>
        <w:t>bam_dir</w:t>
      </w:r>
      <w:proofErr w:type="spellEnd"/>
      <w:r w:rsidRPr="00D25BDD">
        <w:rPr>
          <w:lang w:val="en-US"/>
        </w:rPr>
        <w:t>}/${name}/${name}.</w:t>
      </w:r>
      <w:proofErr w:type="spellStart"/>
      <w:r w:rsidRPr="00D25BDD">
        <w:rPr>
          <w:lang w:val="en-US"/>
        </w:rPr>
        <w:t>mapped_sort.bam</w:t>
      </w:r>
      <w:proofErr w:type="spellEnd"/>
    </w:p>
    <w:p w14:paraId="12D07B3E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ab/>
      </w:r>
      <w:r w:rsidRPr="00D25BDD">
        <w:rPr>
          <w:lang w:val="en-US"/>
        </w:rPr>
        <w:tab/>
      </w:r>
      <w:proofErr w:type="spellStart"/>
      <w:r w:rsidRPr="00D25BDD">
        <w:rPr>
          <w:lang w:val="en-US"/>
        </w:rPr>
        <w:t>samtools</w:t>
      </w:r>
      <w:proofErr w:type="spellEnd"/>
      <w:r w:rsidRPr="00D25BDD">
        <w:rPr>
          <w:lang w:val="en-US"/>
        </w:rPr>
        <w:t xml:space="preserve"> sort -@ 35 ${</w:t>
      </w:r>
      <w:proofErr w:type="spellStart"/>
      <w:r w:rsidRPr="00D25BDD">
        <w:rPr>
          <w:lang w:val="en-US"/>
        </w:rPr>
        <w:t>bam_dir</w:t>
      </w:r>
      <w:proofErr w:type="spellEnd"/>
      <w:r w:rsidRPr="00D25BDD">
        <w:rPr>
          <w:lang w:val="en-US"/>
        </w:rPr>
        <w:t>}/${name}/</w:t>
      </w:r>
      <w:proofErr w:type="spellStart"/>
      <w:r w:rsidRPr="00D25BDD">
        <w:rPr>
          <w:lang w:val="en-US"/>
        </w:rPr>
        <w:t>unmapped.bam</w:t>
      </w:r>
      <w:proofErr w:type="spellEnd"/>
      <w:r w:rsidRPr="00D25BDD">
        <w:rPr>
          <w:lang w:val="en-US"/>
        </w:rPr>
        <w:t xml:space="preserve"> -o ${</w:t>
      </w:r>
      <w:proofErr w:type="spellStart"/>
      <w:r w:rsidRPr="00D25BDD">
        <w:rPr>
          <w:lang w:val="en-US"/>
        </w:rPr>
        <w:t>bam_dir</w:t>
      </w:r>
      <w:proofErr w:type="spellEnd"/>
      <w:r w:rsidRPr="00D25BDD">
        <w:rPr>
          <w:lang w:val="en-US"/>
        </w:rPr>
        <w:t>}/${name}/</w:t>
      </w:r>
      <w:proofErr w:type="spellStart"/>
      <w:r w:rsidRPr="00D25BDD">
        <w:rPr>
          <w:lang w:val="en-US"/>
        </w:rPr>
        <w:t>unmapped_sort.bam</w:t>
      </w:r>
      <w:proofErr w:type="spellEnd"/>
    </w:p>
    <w:p w14:paraId="6314C2CD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ab/>
      </w:r>
      <w:r w:rsidRPr="00D25BDD">
        <w:rPr>
          <w:lang w:val="en-US"/>
        </w:rPr>
        <w:tab/>
      </w:r>
      <w:proofErr w:type="spellStart"/>
      <w:r w:rsidRPr="00D25BDD">
        <w:rPr>
          <w:lang w:val="en-US"/>
        </w:rPr>
        <w:t>samtools</w:t>
      </w:r>
      <w:proofErr w:type="spellEnd"/>
      <w:r w:rsidRPr="00D25BDD">
        <w:rPr>
          <w:lang w:val="en-US"/>
        </w:rPr>
        <w:t xml:space="preserve"> merge -@ 35 ${</w:t>
      </w:r>
      <w:proofErr w:type="spellStart"/>
      <w:r w:rsidRPr="00D25BDD">
        <w:rPr>
          <w:lang w:val="en-US"/>
        </w:rPr>
        <w:t>bam_dir</w:t>
      </w:r>
      <w:proofErr w:type="spellEnd"/>
      <w:r w:rsidRPr="00D25BDD">
        <w:rPr>
          <w:lang w:val="en-US"/>
        </w:rPr>
        <w:t>}/${name}_</w:t>
      </w:r>
      <w:proofErr w:type="spellStart"/>
      <w:r w:rsidRPr="00D25BDD">
        <w:rPr>
          <w:lang w:val="en-US"/>
        </w:rPr>
        <w:t>sort.bam</w:t>
      </w:r>
      <w:proofErr w:type="spellEnd"/>
      <w:r w:rsidRPr="00D25BDD">
        <w:rPr>
          <w:lang w:val="en-US"/>
        </w:rPr>
        <w:t xml:space="preserve"> ${</w:t>
      </w:r>
      <w:proofErr w:type="spellStart"/>
      <w:r w:rsidRPr="00D25BDD">
        <w:rPr>
          <w:lang w:val="en-US"/>
        </w:rPr>
        <w:t>bam_dir</w:t>
      </w:r>
      <w:proofErr w:type="spellEnd"/>
      <w:r w:rsidRPr="00D25BDD">
        <w:rPr>
          <w:lang w:val="en-US"/>
        </w:rPr>
        <w:t>}/${name}/${name}.</w:t>
      </w:r>
      <w:proofErr w:type="spellStart"/>
      <w:r w:rsidRPr="00D25BDD">
        <w:rPr>
          <w:lang w:val="en-US"/>
        </w:rPr>
        <w:t>mapped_sort.bam</w:t>
      </w:r>
      <w:proofErr w:type="spellEnd"/>
      <w:r w:rsidRPr="00D25BDD">
        <w:rPr>
          <w:lang w:val="en-US"/>
        </w:rPr>
        <w:t xml:space="preserve"> ${</w:t>
      </w:r>
      <w:proofErr w:type="spellStart"/>
      <w:r w:rsidRPr="00D25BDD">
        <w:rPr>
          <w:lang w:val="en-US"/>
        </w:rPr>
        <w:t>bam_dir</w:t>
      </w:r>
      <w:proofErr w:type="spellEnd"/>
      <w:r w:rsidRPr="00D25BDD">
        <w:rPr>
          <w:lang w:val="en-US"/>
        </w:rPr>
        <w:t>}/${name}/</w:t>
      </w:r>
      <w:proofErr w:type="spellStart"/>
      <w:r w:rsidRPr="00D25BDD">
        <w:rPr>
          <w:lang w:val="en-US"/>
        </w:rPr>
        <w:t>unmapped_sort.bam</w:t>
      </w:r>
      <w:proofErr w:type="spellEnd"/>
    </w:p>
    <w:p w14:paraId="2E82250A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ab/>
      </w:r>
      <w:r w:rsidRPr="00D25BDD">
        <w:rPr>
          <w:lang w:val="en-US"/>
        </w:rPr>
        <w:tab/>
      </w:r>
      <w:proofErr w:type="spellStart"/>
      <w:r w:rsidRPr="00D25BDD">
        <w:rPr>
          <w:lang w:val="en-US"/>
        </w:rPr>
        <w:t>samtools</w:t>
      </w:r>
      <w:proofErr w:type="spellEnd"/>
      <w:r w:rsidRPr="00D25BDD">
        <w:rPr>
          <w:lang w:val="en-US"/>
        </w:rPr>
        <w:t xml:space="preserve"> index ${</w:t>
      </w:r>
      <w:proofErr w:type="spellStart"/>
      <w:r w:rsidRPr="00D25BDD">
        <w:rPr>
          <w:lang w:val="en-US"/>
        </w:rPr>
        <w:t>bam_dir</w:t>
      </w:r>
      <w:proofErr w:type="spellEnd"/>
      <w:r w:rsidRPr="00D25BDD">
        <w:rPr>
          <w:lang w:val="en-US"/>
        </w:rPr>
        <w:t>}/${name}_</w:t>
      </w:r>
      <w:proofErr w:type="spellStart"/>
      <w:r w:rsidRPr="00D25BDD">
        <w:rPr>
          <w:lang w:val="en-US"/>
        </w:rPr>
        <w:t>sort.bam</w:t>
      </w:r>
      <w:proofErr w:type="spellEnd"/>
    </w:p>
    <w:p w14:paraId="51D3C00E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ab/>
      </w:r>
      <w:r w:rsidRPr="00D25BDD">
        <w:rPr>
          <w:lang w:val="en-US"/>
        </w:rPr>
        <w:tab/>
      </w:r>
    </w:p>
    <w:p w14:paraId="437BC79B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ab/>
      </w:r>
      <w:r w:rsidRPr="00D25BDD">
        <w:rPr>
          <w:lang w:val="en-US"/>
        </w:rPr>
        <w:tab/>
        <w:t># set extended attributes</w:t>
      </w:r>
    </w:p>
    <w:p w14:paraId="7EA55C12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ab/>
      </w:r>
      <w:r w:rsidRPr="00D25BDD">
        <w:rPr>
          <w:lang w:val="en-US"/>
        </w:rPr>
        <w:tab/>
      </w:r>
      <w:proofErr w:type="spellStart"/>
      <w:r w:rsidRPr="00D25BDD">
        <w:rPr>
          <w:lang w:val="en-US"/>
        </w:rPr>
        <w:t>old_attributes</w:t>
      </w:r>
      <w:proofErr w:type="spellEnd"/>
      <w:r w:rsidRPr="00D25BDD">
        <w:rPr>
          <w:lang w:val="en-US"/>
        </w:rPr>
        <w:t>=`</w:t>
      </w:r>
      <w:proofErr w:type="spellStart"/>
      <w:r w:rsidRPr="00D25BDD">
        <w:rPr>
          <w:lang w:val="en-US"/>
        </w:rPr>
        <w:t>getfattr</w:t>
      </w:r>
      <w:proofErr w:type="spellEnd"/>
      <w:r w:rsidRPr="00D25BDD">
        <w:rPr>
          <w:lang w:val="en-US"/>
        </w:rPr>
        <w:t xml:space="preserve"> -n </w:t>
      </w:r>
      <w:proofErr w:type="spellStart"/>
      <w:r w:rsidRPr="00D25BDD">
        <w:rPr>
          <w:lang w:val="en-US"/>
        </w:rPr>
        <w:t>user.comment</w:t>
      </w:r>
      <w:proofErr w:type="spellEnd"/>
      <w:r w:rsidRPr="00D25BDD">
        <w:rPr>
          <w:lang w:val="en-US"/>
        </w:rPr>
        <w:t xml:space="preserve"> ${</w:t>
      </w:r>
      <w:proofErr w:type="spellStart"/>
      <w:r w:rsidRPr="00D25BDD">
        <w:rPr>
          <w:lang w:val="en-US"/>
        </w:rPr>
        <w:t>fastq_dir</w:t>
      </w:r>
      <w:proofErr w:type="spellEnd"/>
      <w:r w:rsidRPr="00D25BDD">
        <w:rPr>
          <w:lang w:val="en-US"/>
        </w:rPr>
        <w:t>}/${name}.</w:t>
      </w:r>
      <w:proofErr w:type="spellStart"/>
      <w:r w:rsidRPr="00D25BDD">
        <w:rPr>
          <w:lang w:val="en-US"/>
        </w:rPr>
        <w:t>fastq</w:t>
      </w:r>
      <w:proofErr w:type="spellEnd"/>
      <w:r w:rsidRPr="00D25BDD">
        <w:rPr>
          <w:lang w:val="en-US"/>
        </w:rPr>
        <w:t xml:space="preserve"> | sed '1d' | sed 's/</w:t>
      </w:r>
      <w:proofErr w:type="spellStart"/>
      <w:r w:rsidRPr="00D25BDD">
        <w:rPr>
          <w:lang w:val="en-US"/>
        </w:rPr>
        <w:t>user.comment</w:t>
      </w:r>
      <w:proofErr w:type="spellEnd"/>
      <w:r w:rsidRPr="00D25BDD">
        <w:rPr>
          <w:lang w:val="en-US"/>
        </w:rPr>
        <w:t>=//' | sed 's/\"//g'`</w:t>
      </w:r>
    </w:p>
    <w:p w14:paraId="28CA2BC8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ab/>
      </w:r>
      <w:r w:rsidRPr="00D25BDD">
        <w:rPr>
          <w:lang w:val="en-US"/>
        </w:rPr>
        <w:tab/>
        <w:t>date=`date +%</w:t>
      </w:r>
      <w:proofErr w:type="spellStart"/>
      <w:r w:rsidRPr="00D25BDD">
        <w:rPr>
          <w:lang w:val="en-US"/>
        </w:rPr>
        <w:t>y%m%d</w:t>
      </w:r>
      <w:proofErr w:type="spellEnd"/>
      <w:r w:rsidRPr="00D25BDD">
        <w:rPr>
          <w:lang w:val="en-US"/>
        </w:rPr>
        <w:t>`</w:t>
      </w:r>
    </w:p>
    <w:p w14:paraId="6EFE5A44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ab/>
      </w:r>
      <w:r w:rsidRPr="00D25BDD">
        <w:rPr>
          <w:lang w:val="en-US"/>
        </w:rPr>
        <w:tab/>
        <w:t>added_attributes="&lt;MOD&gt;$VER_BOWTIE2&lt;/MOD&gt;&lt;DAT&gt;$date&lt;/DAT&gt;&lt;GEN&gt;$genome&lt;/GEN&gt;&lt;FIL&gt;${fastq_dir}/${name}.fastq&lt;/FIL&gt;&lt;PAR&gt;$parameters&lt;/PAR&gt;"</w:t>
      </w:r>
    </w:p>
    <w:p w14:paraId="2ED9CEE7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ab/>
      </w:r>
      <w:r w:rsidRPr="00D25BDD">
        <w:rPr>
          <w:lang w:val="en-US"/>
        </w:rPr>
        <w:tab/>
      </w:r>
      <w:proofErr w:type="spellStart"/>
      <w:r w:rsidRPr="00D25BDD">
        <w:rPr>
          <w:lang w:val="en-US"/>
        </w:rPr>
        <w:t>new_attributes</w:t>
      </w:r>
      <w:proofErr w:type="spellEnd"/>
      <w:r w:rsidRPr="00D25BDD">
        <w:rPr>
          <w:lang w:val="en-US"/>
        </w:rPr>
        <w:t>="${</w:t>
      </w:r>
      <w:proofErr w:type="spellStart"/>
      <w:r w:rsidRPr="00D25BDD">
        <w:rPr>
          <w:lang w:val="en-US"/>
        </w:rPr>
        <w:t>old_attributes</w:t>
      </w:r>
      <w:proofErr w:type="spellEnd"/>
      <w:r w:rsidRPr="00D25BDD">
        <w:rPr>
          <w:lang w:val="en-US"/>
        </w:rPr>
        <w:t>}${</w:t>
      </w:r>
      <w:proofErr w:type="spellStart"/>
      <w:r w:rsidRPr="00D25BDD">
        <w:rPr>
          <w:lang w:val="en-US"/>
        </w:rPr>
        <w:t>added_attributes</w:t>
      </w:r>
      <w:proofErr w:type="spellEnd"/>
      <w:r w:rsidRPr="00D25BDD">
        <w:rPr>
          <w:lang w:val="en-US"/>
        </w:rPr>
        <w:t>}"</w:t>
      </w:r>
    </w:p>
    <w:p w14:paraId="74E3327B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ab/>
      </w:r>
      <w:r w:rsidRPr="00D25BDD">
        <w:rPr>
          <w:lang w:val="en-US"/>
        </w:rPr>
        <w:tab/>
      </w:r>
      <w:proofErr w:type="spellStart"/>
      <w:r w:rsidRPr="00D25BDD">
        <w:rPr>
          <w:lang w:val="en-US"/>
        </w:rPr>
        <w:t>setfattr</w:t>
      </w:r>
      <w:proofErr w:type="spellEnd"/>
      <w:r w:rsidRPr="00D25BDD">
        <w:rPr>
          <w:lang w:val="en-US"/>
        </w:rPr>
        <w:t xml:space="preserve"> -n </w:t>
      </w:r>
      <w:proofErr w:type="spellStart"/>
      <w:r w:rsidRPr="00D25BDD">
        <w:rPr>
          <w:lang w:val="en-US"/>
        </w:rPr>
        <w:t>user.comment</w:t>
      </w:r>
      <w:proofErr w:type="spellEnd"/>
      <w:r w:rsidRPr="00D25BDD">
        <w:rPr>
          <w:lang w:val="en-US"/>
        </w:rPr>
        <w:t xml:space="preserve"> -v "$</w:t>
      </w:r>
      <w:proofErr w:type="spellStart"/>
      <w:r w:rsidRPr="00D25BDD">
        <w:rPr>
          <w:lang w:val="en-US"/>
        </w:rPr>
        <w:t>new_attributes</w:t>
      </w:r>
      <w:proofErr w:type="spellEnd"/>
      <w:r w:rsidRPr="00D25BDD">
        <w:rPr>
          <w:lang w:val="en-US"/>
        </w:rPr>
        <w:t>" ${</w:t>
      </w:r>
      <w:proofErr w:type="spellStart"/>
      <w:r w:rsidRPr="00D25BDD">
        <w:rPr>
          <w:lang w:val="en-US"/>
        </w:rPr>
        <w:t>bam_dir</w:t>
      </w:r>
      <w:proofErr w:type="spellEnd"/>
      <w:r w:rsidRPr="00D25BDD">
        <w:rPr>
          <w:lang w:val="en-US"/>
        </w:rPr>
        <w:t>}/${name}_</w:t>
      </w:r>
      <w:proofErr w:type="spellStart"/>
      <w:r w:rsidRPr="00D25BDD">
        <w:rPr>
          <w:lang w:val="en-US"/>
        </w:rPr>
        <w:t>sort.bam</w:t>
      </w:r>
      <w:proofErr w:type="spellEnd"/>
    </w:p>
    <w:p w14:paraId="4B148C39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ab/>
      </w:r>
      <w:r w:rsidRPr="00D25BDD">
        <w:rPr>
          <w:lang w:val="en-US"/>
        </w:rPr>
        <w:tab/>
      </w:r>
      <w:proofErr w:type="spellStart"/>
      <w:r w:rsidRPr="00D25BDD">
        <w:rPr>
          <w:lang w:val="en-US"/>
        </w:rPr>
        <w:t>setfattr</w:t>
      </w:r>
      <w:proofErr w:type="spellEnd"/>
      <w:r w:rsidRPr="00D25BDD">
        <w:rPr>
          <w:lang w:val="en-US"/>
        </w:rPr>
        <w:t xml:space="preserve"> -n </w:t>
      </w:r>
      <w:proofErr w:type="spellStart"/>
      <w:r w:rsidRPr="00D25BDD">
        <w:rPr>
          <w:lang w:val="en-US"/>
        </w:rPr>
        <w:t>user.comment</w:t>
      </w:r>
      <w:proofErr w:type="spellEnd"/>
      <w:r w:rsidRPr="00D25BDD">
        <w:rPr>
          <w:lang w:val="en-US"/>
        </w:rPr>
        <w:t xml:space="preserve"> -v "$</w:t>
      </w:r>
      <w:proofErr w:type="spellStart"/>
      <w:r w:rsidRPr="00D25BDD">
        <w:rPr>
          <w:lang w:val="en-US"/>
        </w:rPr>
        <w:t>new_attributes</w:t>
      </w:r>
      <w:proofErr w:type="spellEnd"/>
      <w:r w:rsidRPr="00D25BDD">
        <w:rPr>
          <w:lang w:val="en-US"/>
        </w:rPr>
        <w:t>" ${</w:t>
      </w:r>
      <w:proofErr w:type="spellStart"/>
      <w:r w:rsidRPr="00D25BDD">
        <w:rPr>
          <w:lang w:val="en-US"/>
        </w:rPr>
        <w:t>bam_dir</w:t>
      </w:r>
      <w:proofErr w:type="spellEnd"/>
      <w:r w:rsidRPr="00D25BDD">
        <w:rPr>
          <w:lang w:val="en-US"/>
        </w:rPr>
        <w:t>}/${name}_</w:t>
      </w:r>
      <w:proofErr w:type="spellStart"/>
      <w:r w:rsidRPr="00D25BDD">
        <w:rPr>
          <w:lang w:val="en-US"/>
        </w:rPr>
        <w:t>sort.bam.bai</w:t>
      </w:r>
      <w:proofErr w:type="spellEnd"/>
    </w:p>
    <w:p w14:paraId="6E5443FE" w14:textId="77777777" w:rsidR="00D25BDD" w:rsidRPr="00D25BDD" w:rsidRDefault="00D25BDD" w:rsidP="00D25BDD">
      <w:pPr>
        <w:rPr>
          <w:lang w:val="en-US"/>
        </w:rPr>
      </w:pPr>
    </w:p>
    <w:p w14:paraId="31C14695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ab/>
        <w:t>fi</w:t>
      </w:r>
    </w:p>
    <w:p w14:paraId="5EBD9DC4" w14:textId="77777777" w:rsidR="00D25BDD" w:rsidRPr="00D25BDD" w:rsidRDefault="00D25BDD" w:rsidP="00D25BDD">
      <w:pPr>
        <w:rPr>
          <w:lang w:val="en-US"/>
        </w:rPr>
      </w:pPr>
      <w:r w:rsidRPr="00D25BDD">
        <w:rPr>
          <w:lang w:val="en-US"/>
        </w:rPr>
        <w:t>done &lt; $samples</w:t>
      </w:r>
    </w:p>
    <w:p w14:paraId="2B5A47AA" w14:textId="77777777" w:rsidR="00D25BDD" w:rsidRPr="00D25BDD" w:rsidRDefault="00D25BDD" w:rsidP="00D25BDD">
      <w:pPr>
        <w:rPr>
          <w:lang w:val="en-US"/>
        </w:rPr>
      </w:pPr>
    </w:p>
    <w:p w14:paraId="576601ED" w14:textId="417C07F8" w:rsidR="00DF5181" w:rsidRPr="00DF5181" w:rsidRDefault="00D25BDD" w:rsidP="00D25BDD">
      <w:pPr>
        <w:rPr>
          <w:lang w:val="en-US"/>
        </w:rPr>
      </w:pPr>
      <w:proofErr w:type="spellStart"/>
      <w:r w:rsidRPr="00D25BDD">
        <w:rPr>
          <w:lang w:val="en-US"/>
        </w:rPr>
        <w:t>printf</w:t>
      </w:r>
      <w:proofErr w:type="spellEnd"/>
      <w:r w:rsidRPr="00D25BDD">
        <w:rPr>
          <w:lang w:val="en-US"/>
        </w:rPr>
        <w:t xml:space="preserve"> "%s\n" $VER_BOWTIE2 &gt; $</w:t>
      </w:r>
      <w:proofErr w:type="spellStart"/>
      <w:r w:rsidRPr="00D25BDD">
        <w:rPr>
          <w:lang w:val="en-US"/>
        </w:rPr>
        <w:t>user_dir</w:t>
      </w:r>
      <w:proofErr w:type="spellEnd"/>
      <w:r w:rsidRPr="00D25BDD">
        <w:rPr>
          <w:lang w:val="en-US"/>
        </w:rPr>
        <w:t>/ver_bowtie2</w:t>
      </w:r>
      <w:r w:rsidR="00DF5181" w:rsidRPr="00DF5181">
        <w:rPr>
          <w:lang w:val="en-US"/>
        </w:rPr>
        <w:t>#!/bin/bash</w:t>
      </w:r>
    </w:p>
    <w:p w14:paraId="7F64C9B2" w14:textId="77777777" w:rsidR="00DF5181" w:rsidRPr="00DF5181" w:rsidRDefault="00DF5181" w:rsidP="00DF5181">
      <w:pPr>
        <w:rPr>
          <w:lang w:val="en-US"/>
        </w:rPr>
      </w:pPr>
    </w:p>
    <w:p w14:paraId="589AA162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VER_CHIPSEQ_SPIKEIN_MOUSE="pgChIPseq_spikein_mouse.sh_1.2.0"</w:t>
      </w:r>
    </w:p>
    <w:p w14:paraId="3F2DFFD9" w14:textId="77777777" w:rsidR="00DF5181" w:rsidRPr="00DF5181" w:rsidRDefault="00DF5181" w:rsidP="00DF5181">
      <w:pPr>
        <w:rPr>
          <w:lang w:val="en-US"/>
        </w:rPr>
      </w:pPr>
    </w:p>
    <w:p w14:paraId="62BCFA1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 NOTE: thread numbers reduced in "pgBowtie1.sh" &amp; in lines 150, 151, 206, 207, 324, 370, 371 (03.12.2019)</w:t>
      </w:r>
    </w:p>
    <w:p w14:paraId="06D3A239" w14:textId="77777777" w:rsidR="00DF5181" w:rsidRPr="00DF5181" w:rsidRDefault="00DF5181" w:rsidP="00DF5181">
      <w:pPr>
        <w:rPr>
          <w:lang w:val="en-US"/>
        </w:rPr>
      </w:pPr>
    </w:p>
    <w:p w14:paraId="000311F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########################################</w:t>
      </w:r>
    </w:p>
    <w:p w14:paraId="10D4FF7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     description     #########</w:t>
      </w:r>
    </w:p>
    <w:p w14:paraId="5659E7D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functionality:</w:t>
      </w:r>
    </w:p>
    <w:p w14:paraId="5220798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 xml:space="preserve">maps the 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 xml:space="preserve">-files to the mm10 (bowtie1, for </w:t>
      </w:r>
      <w:proofErr w:type="spellStart"/>
      <w:r w:rsidRPr="00DF5181">
        <w:rPr>
          <w:lang w:val="en-US"/>
        </w:rPr>
        <w:t>ungapped</w:t>
      </w:r>
      <w:proofErr w:type="spellEnd"/>
      <w:r w:rsidRPr="00DF5181">
        <w:rPr>
          <w:lang w:val="en-US"/>
        </w:rPr>
        <w:t xml:space="preserve"> alignment)</w:t>
      </w:r>
    </w:p>
    <w:p w14:paraId="42E3329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>takes the unmapped reads (mm10): maps them to hg19</w:t>
      </w:r>
    </w:p>
    <w:p w14:paraId="2117CE8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>takes the mapped reads (mm10): maps them to hg19</w:t>
      </w:r>
    </w:p>
    <w:p w14:paraId="295BC3F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>establishes mapping stats</w:t>
      </w:r>
    </w:p>
    <w:p w14:paraId="40791B1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</w:p>
    <w:p w14:paraId="01121F9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lastRenderedPageBreak/>
        <w:t># command line arguments:</w:t>
      </w:r>
    </w:p>
    <w:p w14:paraId="2F51FD6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 xml:space="preserve">argument 1: </w:t>
      </w:r>
      <w:proofErr w:type="spellStart"/>
      <w:r w:rsidRPr="00DF5181">
        <w:rPr>
          <w:lang w:val="en-US"/>
        </w:rPr>
        <w:t>dir_file</w:t>
      </w:r>
      <w:proofErr w:type="spellEnd"/>
    </w:p>
    <w:p w14:paraId="7774332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one column only</w:t>
      </w:r>
    </w:p>
    <w:p w14:paraId="3FDC8FB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1: </w:t>
      </w:r>
      <w:proofErr w:type="spellStart"/>
      <w:r w:rsidRPr="00DF5181">
        <w:rPr>
          <w:lang w:val="en-US"/>
        </w:rPr>
        <w:t>fastq_dir</w:t>
      </w:r>
      <w:proofErr w:type="spellEnd"/>
      <w:r w:rsidRPr="00DF5181">
        <w:rPr>
          <w:lang w:val="en-US"/>
        </w:rPr>
        <w:t xml:space="preserve"> = absolute path to directory with 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>-files; default is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/O1_fastq"</w:t>
      </w:r>
    </w:p>
    <w:p w14:paraId="0B8153E5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2: 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 xml:space="preserve"> = absolute path to directory with bam-files; default is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/02_bam"</w:t>
      </w:r>
    </w:p>
    <w:p w14:paraId="7B7C1C7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3: </w:t>
      </w:r>
      <w:proofErr w:type="spellStart"/>
      <w:r w:rsidRPr="00DF5181">
        <w:rPr>
          <w:lang w:val="en-US"/>
        </w:rPr>
        <w:t>mapstat_dir</w:t>
      </w:r>
      <w:proofErr w:type="spellEnd"/>
      <w:r w:rsidRPr="00DF5181">
        <w:rPr>
          <w:lang w:val="en-US"/>
        </w:rPr>
        <w:t xml:space="preserve"> = absolute path to directory with </w:t>
      </w:r>
      <w:proofErr w:type="spellStart"/>
      <w:r w:rsidRPr="00DF5181">
        <w:rPr>
          <w:lang w:val="en-US"/>
        </w:rPr>
        <w:t>mapstats</w:t>
      </w:r>
      <w:proofErr w:type="spellEnd"/>
      <w:r w:rsidRPr="00DF5181">
        <w:rPr>
          <w:lang w:val="en-US"/>
        </w:rPr>
        <w:t>-output; default is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/05_stats"</w:t>
      </w:r>
    </w:p>
    <w:p w14:paraId="635C8B0B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4: </w:t>
      </w:r>
      <w:proofErr w:type="spellStart"/>
      <w:r w:rsidRPr="00DF5181">
        <w:rPr>
          <w:lang w:val="en-US"/>
        </w:rPr>
        <w:t>bg_dir</w:t>
      </w:r>
      <w:proofErr w:type="spellEnd"/>
      <w:r w:rsidRPr="00DF5181">
        <w:rPr>
          <w:lang w:val="en-US"/>
        </w:rPr>
        <w:t xml:space="preserve"> = absolute path to directory with </w:t>
      </w:r>
      <w:proofErr w:type="spellStart"/>
      <w:r w:rsidRPr="00DF5181">
        <w:rPr>
          <w:lang w:val="en-US"/>
        </w:rPr>
        <w:t>bedgraph</w:t>
      </w:r>
      <w:proofErr w:type="spellEnd"/>
      <w:r w:rsidRPr="00DF5181">
        <w:rPr>
          <w:lang w:val="en-US"/>
        </w:rPr>
        <w:t>-output; default is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/03_bedgraph"</w:t>
      </w:r>
    </w:p>
    <w:p w14:paraId="704F1D6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</w:p>
    <w:p w14:paraId="2627F4A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 xml:space="preserve">argument 2: </w:t>
      </w:r>
      <w:proofErr w:type="spellStart"/>
      <w:r w:rsidRPr="00DF5181">
        <w:rPr>
          <w:lang w:val="en-US"/>
        </w:rPr>
        <w:t>info_file</w:t>
      </w:r>
      <w:proofErr w:type="spellEnd"/>
    </w:p>
    <w:p w14:paraId="65E16449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1: </w:t>
      </w:r>
      <w:proofErr w:type="spellStart"/>
      <w:r w:rsidRPr="00DF5181">
        <w:rPr>
          <w:lang w:val="en-US"/>
        </w:rPr>
        <w:t>bedgraph_flag</w:t>
      </w:r>
      <w:proofErr w:type="spellEnd"/>
      <w:r w:rsidRPr="00DF5181">
        <w:rPr>
          <w:lang w:val="en-US"/>
        </w:rPr>
        <w:t xml:space="preserve">: if set to "G": </w:t>
      </w:r>
      <w:proofErr w:type="spellStart"/>
      <w:r w:rsidRPr="00DF5181">
        <w:rPr>
          <w:lang w:val="en-US"/>
        </w:rPr>
        <w:t>bedgraph</w:t>
      </w:r>
      <w:proofErr w:type="spellEnd"/>
      <w:r w:rsidRPr="00DF5181">
        <w:rPr>
          <w:lang w:val="en-US"/>
        </w:rPr>
        <w:t xml:space="preserve"> will be established</w:t>
      </w:r>
    </w:p>
    <w:p w14:paraId="12D1388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2: experiment: name to be used for </w:t>
      </w:r>
      <w:proofErr w:type="spellStart"/>
      <w:r w:rsidRPr="00DF5181">
        <w:rPr>
          <w:lang w:val="en-US"/>
        </w:rPr>
        <w:t>mapstats</w:t>
      </w:r>
      <w:proofErr w:type="spellEnd"/>
      <w:r w:rsidRPr="00DF5181">
        <w:rPr>
          <w:lang w:val="en-US"/>
        </w:rPr>
        <w:t xml:space="preserve"> output</w:t>
      </w:r>
    </w:p>
    <w:p w14:paraId="7F71B3F5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</w:p>
    <w:p w14:paraId="4811AAF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 xml:space="preserve">argument 3: </w:t>
      </w:r>
      <w:proofErr w:type="spellStart"/>
      <w:r w:rsidRPr="00DF5181">
        <w:rPr>
          <w:lang w:val="en-US"/>
        </w:rPr>
        <w:t>sample_file</w:t>
      </w:r>
      <w:proofErr w:type="spellEnd"/>
    </w:p>
    <w:p w14:paraId="68D80A29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col1: sample = root part of starting data file;</w:t>
      </w:r>
    </w:p>
    <w:p w14:paraId="430AB79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</w:r>
      <w:r w:rsidRPr="00DF5181">
        <w:rPr>
          <w:lang w:val="en-US"/>
        </w:rPr>
        <w:tab/>
        <w:t>- the part before the extension ".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>"</w:t>
      </w:r>
    </w:p>
    <w:p w14:paraId="0D31D68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</w:p>
    <w:p w14:paraId="4BFFB52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scripts used:</w:t>
      </w:r>
    </w:p>
    <w:p w14:paraId="2BD4CD1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>pgBowtie1.sh</w:t>
      </w:r>
    </w:p>
    <w:p w14:paraId="1DCDC3B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>pgMapStats.sh</w:t>
      </w:r>
    </w:p>
    <w:p w14:paraId="79DA8983" w14:textId="77777777" w:rsidR="00DF5181" w:rsidRPr="00DF5181" w:rsidRDefault="00DF5181" w:rsidP="00DF5181">
      <w:pPr>
        <w:rPr>
          <w:lang w:val="en-US"/>
        </w:rPr>
      </w:pPr>
    </w:p>
    <w:p w14:paraId="4FDA69B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##################################################################</w:t>
      </w:r>
    </w:p>
    <w:p w14:paraId="0916666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     define common data &amp; read input data     ##########</w:t>
      </w:r>
    </w:p>
    <w:p w14:paraId="3B6242FF" w14:textId="77777777" w:rsidR="00DF5181" w:rsidRPr="00DF5181" w:rsidRDefault="00DF5181" w:rsidP="00DF5181">
      <w:pPr>
        <w:rPr>
          <w:lang w:val="en-US"/>
        </w:rPr>
      </w:pPr>
    </w:p>
    <w:p w14:paraId="43B10D79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 xml:space="preserve"># </w:t>
      </w:r>
      <w:proofErr w:type="spellStart"/>
      <w:r w:rsidRPr="00DF5181">
        <w:rPr>
          <w:lang w:val="en-US"/>
        </w:rPr>
        <w:t>dir_file</w:t>
      </w:r>
      <w:proofErr w:type="spellEnd"/>
    </w:p>
    <w:p w14:paraId="7A5EB6D1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fastq_dir</w:t>
      </w:r>
      <w:proofErr w:type="spellEnd"/>
      <w:r w:rsidRPr="00DF5181">
        <w:rPr>
          <w:lang w:val="en-US"/>
        </w:rPr>
        <w:t>=`sed -n '1p'&lt; $1`</w:t>
      </w:r>
    </w:p>
    <w:p w14:paraId="1E98644B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=`sed -n '2p'&lt; $1`</w:t>
      </w:r>
    </w:p>
    <w:p w14:paraId="574C482B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mapstat_dir</w:t>
      </w:r>
      <w:proofErr w:type="spellEnd"/>
      <w:r w:rsidRPr="00DF5181">
        <w:rPr>
          <w:lang w:val="en-US"/>
        </w:rPr>
        <w:t>=`sed -n '3p'&lt; $1`</w:t>
      </w:r>
    </w:p>
    <w:p w14:paraId="247978EF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bg_dir</w:t>
      </w:r>
      <w:proofErr w:type="spellEnd"/>
      <w:r w:rsidRPr="00DF5181">
        <w:rPr>
          <w:lang w:val="en-US"/>
        </w:rPr>
        <w:t>=`sed -n '4p'&lt; $1`</w:t>
      </w:r>
    </w:p>
    <w:p w14:paraId="63211E19" w14:textId="77777777" w:rsidR="00DF5181" w:rsidRPr="00DF5181" w:rsidRDefault="00DF5181" w:rsidP="00DF5181">
      <w:pPr>
        <w:rPr>
          <w:lang w:val="en-US"/>
        </w:rPr>
      </w:pPr>
    </w:p>
    <w:p w14:paraId="088C848B" w14:textId="77777777" w:rsidR="00DF5181" w:rsidRPr="00DF5181" w:rsidRDefault="00DF5181" w:rsidP="00DF5181">
      <w:proofErr w:type="spellStart"/>
      <w:r w:rsidRPr="00DF5181">
        <w:t>bedgraph_flag</w:t>
      </w:r>
      <w:proofErr w:type="spellEnd"/>
      <w:r w:rsidRPr="00DF5181">
        <w:t>=`sed -n '1p'&lt; $2`</w:t>
      </w:r>
    </w:p>
    <w:p w14:paraId="11C58BB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experiment=`sed -n '2p'&lt; $2`</w:t>
      </w:r>
    </w:p>
    <w:p w14:paraId="628D75F8" w14:textId="77777777" w:rsidR="00DF5181" w:rsidRPr="00DF5181" w:rsidRDefault="00DF5181" w:rsidP="00DF5181">
      <w:pPr>
        <w:rPr>
          <w:lang w:val="en-US"/>
        </w:rPr>
      </w:pPr>
    </w:p>
    <w:p w14:paraId="67F3956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 xml:space="preserve"># </w:t>
      </w:r>
      <w:proofErr w:type="spellStart"/>
      <w:r w:rsidRPr="00DF5181">
        <w:rPr>
          <w:lang w:val="en-US"/>
        </w:rPr>
        <w:t>sample_file</w:t>
      </w:r>
      <w:proofErr w:type="spellEnd"/>
    </w:p>
    <w:p w14:paraId="06B7FA0C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sample_file</w:t>
      </w:r>
      <w:proofErr w:type="spellEnd"/>
      <w:r w:rsidRPr="00DF5181">
        <w:rPr>
          <w:lang w:val="en-US"/>
        </w:rPr>
        <w:t>=$3</w:t>
      </w:r>
    </w:p>
    <w:p w14:paraId="5B005F79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processed_sample_file</w:t>
      </w:r>
      <w:proofErr w:type="spellEnd"/>
      <w:r w:rsidRPr="00DF5181">
        <w:rPr>
          <w:lang w:val="en-US"/>
        </w:rPr>
        <w:t>=$</w:t>
      </w:r>
      <w:proofErr w:type="spellStart"/>
      <w:r w:rsidRPr="00DF5181">
        <w:rPr>
          <w:lang w:val="en-US"/>
        </w:rPr>
        <w:t>sample_file</w:t>
      </w:r>
      <w:proofErr w:type="spellEnd"/>
    </w:p>
    <w:p w14:paraId="385B78E1" w14:textId="77777777" w:rsidR="00DF5181" w:rsidRPr="00DF5181" w:rsidRDefault="00DF5181" w:rsidP="00DF5181">
      <w:pPr>
        <w:rPr>
          <w:lang w:val="en-US"/>
        </w:rPr>
      </w:pPr>
    </w:p>
    <w:p w14:paraId="28391400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 xml:space="preserve"># define some </w:t>
      </w:r>
      <w:proofErr w:type="spellStart"/>
      <w:r w:rsidRPr="00DF5181">
        <w:rPr>
          <w:lang w:val="en-US"/>
        </w:rPr>
        <w:t>commen</w:t>
      </w:r>
      <w:proofErr w:type="spellEnd"/>
      <w:r w:rsidRPr="00DF5181">
        <w:rPr>
          <w:lang w:val="en-US"/>
        </w:rPr>
        <w:t xml:space="preserve"> variables &amp; paths</w:t>
      </w:r>
    </w:p>
    <w:p w14:paraId="30C109A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bowtie1_dir="/media/user/data/_genomes/bowtie1"</w:t>
      </w:r>
    </w:p>
    <w:p w14:paraId="789D5590" w14:textId="77777777" w:rsidR="00DF5181" w:rsidRPr="00DF5181" w:rsidRDefault="00DF5181" w:rsidP="00DF5181">
      <w:pPr>
        <w:rPr>
          <w:lang w:val="en-US"/>
        </w:rPr>
      </w:pPr>
    </w:p>
    <w:p w14:paraId="46E8711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##############################################</w:t>
      </w:r>
    </w:p>
    <w:p w14:paraId="5E47824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     start of the program     ##########</w:t>
      </w:r>
    </w:p>
    <w:p w14:paraId="785CDDF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start=`date +%s`</w:t>
      </w:r>
    </w:p>
    <w:p w14:paraId="1DBC2B38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logname</w:t>
      </w:r>
      <w:proofErr w:type="spellEnd"/>
      <w:r w:rsidRPr="00DF5181">
        <w:rPr>
          <w:lang w:val="en-US"/>
        </w:rPr>
        <w:t>=`date +%</w:t>
      </w:r>
      <w:proofErr w:type="spellStart"/>
      <w:r w:rsidRPr="00DF5181">
        <w:rPr>
          <w:lang w:val="en-US"/>
        </w:rPr>
        <w:t>y%m%d</w:t>
      </w:r>
      <w:proofErr w:type="spellEnd"/>
      <w:r w:rsidRPr="00DF5181">
        <w:rPr>
          <w:lang w:val="en-US"/>
        </w:rPr>
        <w:t>_%H%M%S`</w:t>
      </w:r>
    </w:p>
    <w:p w14:paraId="56D2B8C4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=`</w:t>
      </w:r>
      <w:proofErr w:type="spellStart"/>
      <w:r w:rsidRPr="00DF5181">
        <w:rPr>
          <w:lang w:val="en-US"/>
        </w:rPr>
        <w:t>pwd</w:t>
      </w:r>
      <w:proofErr w:type="spellEnd"/>
      <w:r w:rsidRPr="00DF5181">
        <w:rPr>
          <w:lang w:val="en-US"/>
        </w:rPr>
        <w:t>`</w:t>
      </w:r>
    </w:p>
    <w:p w14:paraId="6D072499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lastRenderedPageBreak/>
        <w:t>log_long="${user_dir}/log_pgChIPseq_spikein_mouse_${logname}_ERROR.txt"</w:t>
      </w:r>
    </w:p>
    <w:p w14:paraId="4613E2E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exec &amp;&gt;$</w:t>
      </w:r>
      <w:proofErr w:type="spellStart"/>
      <w:r w:rsidRPr="00DF5181">
        <w:rPr>
          <w:lang w:val="en-US"/>
        </w:rPr>
        <w:t>log_long</w:t>
      </w:r>
      <w:proofErr w:type="spellEnd"/>
    </w:p>
    <w:p w14:paraId="03F5030D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 xml:space="preserve"> %s\n\n" "start:" `date +%d/%m/%Y,%H:%M:%S` &gt;&gt; $</w:t>
      </w:r>
      <w:proofErr w:type="spellStart"/>
      <w:r w:rsidRPr="00DF5181">
        <w:rPr>
          <w:lang w:val="en-US"/>
        </w:rPr>
        <w:t>log_long</w:t>
      </w:r>
      <w:proofErr w:type="spellEnd"/>
    </w:p>
    <w:p w14:paraId="6982CD9B" w14:textId="77777777" w:rsidR="00DF5181" w:rsidRPr="00DF5181" w:rsidRDefault="00DF5181" w:rsidP="00DF5181">
      <w:pPr>
        <w:rPr>
          <w:lang w:val="en-US"/>
        </w:rPr>
      </w:pPr>
    </w:p>
    <w:p w14:paraId="5A16A2E0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log_short="${user_dir}/log_pgChIPseq_spikein_mouse_${logname}_short.txt"</w:t>
      </w:r>
    </w:p>
    <w:p w14:paraId="317356F9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 xml:space="preserve"> %s\n" $VER_CHIPSEQ_SPIKEIN_MOUSE "start:" `date +%d/%m/%Y,%H:%M:%S` &gt; $</w:t>
      </w:r>
      <w:proofErr w:type="spellStart"/>
      <w:r w:rsidRPr="00DF5181">
        <w:rPr>
          <w:lang w:val="en-US"/>
        </w:rPr>
        <w:t>log_short</w:t>
      </w:r>
      <w:proofErr w:type="spellEnd"/>
    </w:p>
    <w:p w14:paraId="30DC6201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contents_dir_file</w:t>
      </w:r>
      <w:proofErr w:type="spellEnd"/>
      <w:r w:rsidRPr="00DF5181">
        <w:rPr>
          <w:lang w:val="en-US"/>
        </w:rPr>
        <w:t>=`cat $1`</w:t>
      </w:r>
    </w:p>
    <w:p w14:paraId="11A88826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contents_info_file</w:t>
      </w:r>
      <w:proofErr w:type="spellEnd"/>
      <w:r w:rsidRPr="00DF5181">
        <w:rPr>
          <w:lang w:val="en-US"/>
        </w:rPr>
        <w:t>=`cat $2`</w:t>
      </w:r>
    </w:p>
    <w:p w14:paraId="097BCDBC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contents_sample_file</w:t>
      </w:r>
      <w:proofErr w:type="spellEnd"/>
      <w:r w:rsidRPr="00DF5181">
        <w:rPr>
          <w:lang w:val="en-US"/>
        </w:rPr>
        <w:t>=`cat $3`</w:t>
      </w:r>
    </w:p>
    <w:p w14:paraId="6D90540D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\n\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\n\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\n\n" "</w:t>
      </w:r>
      <w:proofErr w:type="spellStart"/>
      <w:r w:rsidRPr="00DF5181">
        <w:rPr>
          <w:lang w:val="en-US"/>
        </w:rPr>
        <w:t>dir_file</w:t>
      </w:r>
      <w:proofErr w:type="spellEnd"/>
      <w:r w:rsidRPr="00DF5181">
        <w:rPr>
          <w:lang w:val="en-US"/>
        </w:rPr>
        <w:t>:" "$</w:t>
      </w:r>
      <w:proofErr w:type="spellStart"/>
      <w:r w:rsidRPr="00DF5181">
        <w:rPr>
          <w:lang w:val="en-US"/>
        </w:rPr>
        <w:t>contents_dir_file</w:t>
      </w:r>
      <w:proofErr w:type="spellEnd"/>
      <w:r w:rsidRPr="00DF5181">
        <w:rPr>
          <w:lang w:val="en-US"/>
        </w:rPr>
        <w:t>" "</w:t>
      </w:r>
      <w:proofErr w:type="spellStart"/>
      <w:r w:rsidRPr="00DF5181">
        <w:rPr>
          <w:lang w:val="en-US"/>
        </w:rPr>
        <w:t>info_file</w:t>
      </w:r>
      <w:proofErr w:type="spellEnd"/>
      <w:r w:rsidRPr="00DF5181">
        <w:rPr>
          <w:lang w:val="en-US"/>
        </w:rPr>
        <w:t>:" "$</w:t>
      </w:r>
      <w:proofErr w:type="spellStart"/>
      <w:r w:rsidRPr="00DF5181">
        <w:rPr>
          <w:lang w:val="en-US"/>
        </w:rPr>
        <w:t>contents_info_file</w:t>
      </w:r>
      <w:proofErr w:type="spellEnd"/>
      <w:r w:rsidRPr="00DF5181">
        <w:rPr>
          <w:lang w:val="en-US"/>
        </w:rPr>
        <w:t>" "</w:t>
      </w:r>
      <w:proofErr w:type="spellStart"/>
      <w:r w:rsidRPr="00DF5181">
        <w:rPr>
          <w:lang w:val="en-US"/>
        </w:rPr>
        <w:t>sample_file</w:t>
      </w:r>
      <w:proofErr w:type="spellEnd"/>
      <w:r w:rsidRPr="00DF5181">
        <w:rPr>
          <w:lang w:val="en-US"/>
        </w:rPr>
        <w:t>:" "$</w:t>
      </w:r>
      <w:proofErr w:type="spellStart"/>
      <w:r w:rsidRPr="00DF5181">
        <w:rPr>
          <w:lang w:val="en-US"/>
        </w:rPr>
        <w:t>contents_sample_file</w:t>
      </w:r>
      <w:proofErr w:type="spellEnd"/>
      <w:r w:rsidRPr="00DF5181">
        <w:rPr>
          <w:lang w:val="en-US"/>
        </w:rPr>
        <w:t>"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54F55DC0" w14:textId="77777777" w:rsidR="00DF5181" w:rsidRPr="00DF5181" w:rsidRDefault="00DF5181" w:rsidP="00DF5181">
      <w:pPr>
        <w:rPr>
          <w:lang w:val="en-US"/>
        </w:rPr>
      </w:pPr>
    </w:p>
    <w:p w14:paraId="641A5F4C" w14:textId="77777777" w:rsidR="00DF5181" w:rsidRPr="00DF5181" w:rsidRDefault="00DF5181" w:rsidP="00DF5181">
      <w:pPr>
        <w:rPr>
          <w:lang w:val="en-US"/>
        </w:rPr>
      </w:pPr>
    </w:p>
    <w:p w14:paraId="62C6CA90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############################################################</w:t>
      </w:r>
    </w:p>
    <w:p w14:paraId="7F55DBF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     1st call of pgBowtie1.sh: mm10     ##########</w:t>
      </w:r>
    </w:p>
    <w:p w14:paraId="1BE56569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</w:p>
    <w:p w14:paraId="4A70213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command line arguments:</w:t>
      </w:r>
    </w:p>
    <w:p w14:paraId="4AB7446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>argument 1: one item per line</w:t>
      </w:r>
    </w:p>
    <w:p w14:paraId="73C7DBD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1: full path to 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 xml:space="preserve"> directory</w:t>
      </w:r>
    </w:p>
    <w:p w14:paraId="5549985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2: full path to output-directory (bam- &amp; </w:t>
      </w:r>
      <w:proofErr w:type="spellStart"/>
      <w:r w:rsidRPr="00DF5181">
        <w:rPr>
          <w:lang w:val="en-US"/>
        </w:rPr>
        <w:t>sam</w:t>
      </w:r>
      <w:proofErr w:type="spellEnd"/>
      <w:r w:rsidRPr="00DF5181">
        <w:rPr>
          <w:lang w:val="en-US"/>
        </w:rPr>
        <w:t>-directory)</w:t>
      </w:r>
    </w:p>
    <w:p w14:paraId="0365A47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3: full path to user directory; optional - if no directory is provided, the "output directory" will be used</w:t>
      </w:r>
    </w:p>
    <w:p w14:paraId="6D63037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4: full path to bowtie1 genome</w:t>
      </w:r>
    </w:p>
    <w:p w14:paraId="0A88690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5: additional </w:t>
      </w:r>
      <w:proofErr w:type="spellStart"/>
      <w:r w:rsidRPr="00DF5181">
        <w:rPr>
          <w:lang w:val="en-US"/>
        </w:rPr>
        <w:t>tophat</w:t>
      </w:r>
      <w:proofErr w:type="spellEnd"/>
      <w:r w:rsidRPr="00DF5181">
        <w:rPr>
          <w:lang w:val="en-US"/>
        </w:rPr>
        <w:t>/bowtie2  parameters (optional)</w:t>
      </w:r>
    </w:p>
    <w:p w14:paraId="2E3152E9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6: empty (\n)</w:t>
      </w:r>
    </w:p>
    <w:p w14:paraId="35467EA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 xml:space="preserve">argument 2: list of 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>-files</w:t>
      </w:r>
    </w:p>
    <w:p w14:paraId="6C76780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1 ff: one 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>-file name per row (root name, without extension '.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>')</w:t>
      </w:r>
    </w:p>
    <w:p w14:paraId="17E6B14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last row: empty (\n)</w:t>
      </w:r>
    </w:p>
    <w:p w14:paraId="082CC93E" w14:textId="77777777" w:rsidR="00DF5181" w:rsidRPr="00DF5181" w:rsidRDefault="00DF5181" w:rsidP="00DF5181">
      <w:pPr>
        <w:rPr>
          <w:lang w:val="en-US"/>
        </w:rPr>
      </w:pPr>
    </w:p>
    <w:p w14:paraId="3931031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define the command line variables</w:t>
      </w:r>
    </w:p>
    <w:p w14:paraId="284FC88B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if [ ! -d "${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}/mm10" ]; then</w:t>
      </w:r>
    </w:p>
    <w:p w14:paraId="17CD51C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mkdir</w:t>
      </w:r>
      <w:proofErr w:type="spellEnd"/>
      <w:r w:rsidRPr="00DF5181">
        <w:rPr>
          <w:lang w:val="en-US"/>
        </w:rPr>
        <w:t xml:space="preserve"> -p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</w:t>
      </w:r>
    </w:p>
    <w:p w14:paraId="3AC69AC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fi</w:t>
      </w:r>
    </w:p>
    <w:p w14:paraId="702D9910" w14:textId="77777777" w:rsidR="00DF5181" w:rsidRPr="00DF5181" w:rsidRDefault="00DF5181" w:rsidP="00DF5181">
      <w:pPr>
        <w:rPr>
          <w:lang w:val="en-US"/>
        </w:rPr>
      </w:pPr>
    </w:p>
    <w:p w14:paraId="2055FEEA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\n" "$</w:t>
      </w:r>
      <w:proofErr w:type="spellStart"/>
      <w:r w:rsidRPr="00DF5181">
        <w:rPr>
          <w:lang w:val="en-US"/>
        </w:rPr>
        <w:t>fastq_dir</w:t>
      </w:r>
      <w:proofErr w:type="spellEnd"/>
      <w:r w:rsidRPr="00DF5181">
        <w:rPr>
          <w:lang w:val="en-US"/>
        </w:rPr>
        <w:t>" "$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/mm10"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" "$bowtie1_dir/mm10" &gt;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}/arg11_bowtie1</w:t>
      </w:r>
    </w:p>
    <w:p w14:paraId="1E21137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awk '{OFS="\t"} {print $1}' $3 &gt;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}/arg12_bowtie1</w:t>
      </w:r>
    </w:p>
    <w:p w14:paraId="75F4F932" w14:textId="77777777" w:rsidR="00DF5181" w:rsidRPr="00DF5181" w:rsidRDefault="00DF5181" w:rsidP="00DF5181">
      <w:pPr>
        <w:rPr>
          <w:lang w:val="en-US"/>
        </w:rPr>
      </w:pPr>
    </w:p>
    <w:p w14:paraId="5208F71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run the script</w:t>
      </w:r>
    </w:p>
    <w:p w14:paraId="3CFCE86E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"%s\n\n" "pgChIPseq_spikein_mouse.sh:mm10" &gt;&gt; $</w:t>
      </w:r>
      <w:proofErr w:type="spellStart"/>
      <w:r w:rsidRPr="00DF5181">
        <w:rPr>
          <w:lang w:val="en-US"/>
        </w:rPr>
        <w:t>log_long</w:t>
      </w:r>
      <w:proofErr w:type="spellEnd"/>
    </w:p>
    <w:p w14:paraId="4D6D9615" w14:textId="77777777" w:rsidR="00DF5181" w:rsidRPr="00DF5181" w:rsidRDefault="00DF5181" w:rsidP="00DF5181">
      <w:pPr>
        <w:rPr>
          <w:lang w:val="en-US"/>
        </w:rPr>
      </w:pPr>
    </w:p>
    <w:p w14:paraId="0023807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pgBowtie1.sh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}/arg11_bowtie1 ${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}/arg12_bowtie1</w:t>
      </w:r>
    </w:p>
    <w:p w14:paraId="6D043117" w14:textId="77777777" w:rsidR="00DF5181" w:rsidRPr="00DF5181" w:rsidRDefault="00DF5181" w:rsidP="00DF5181">
      <w:pPr>
        <w:rPr>
          <w:lang w:val="en-US"/>
        </w:rPr>
      </w:pPr>
    </w:p>
    <w:p w14:paraId="54DC33B8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"%s\n" " "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1EB9055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cat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/ver_bowtie1"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3B0FB3B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cat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}/arg1*_bowtie1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646EB279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rm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}/arg1*_bowtie1</w:t>
      </w:r>
    </w:p>
    <w:p w14:paraId="05C1A5E0" w14:textId="77777777" w:rsidR="00DF5181" w:rsidRPr="00DF5181" w:rsidRDefault="00DF5181" w:rsidP="00DF5181">
      <w:proofErr w:type="spellStart"/>
      <w:r w:rsidRPr="00DF5181">
        <w:lastRenderedPageBreak/>
        <w:t>rm</w:t>
      </w:r>
      <w:proofErr w:type="spellEnd"/>
      <w:r w:rsidRPr="00DF5181">
        <w:t xml:space="preserve"> "$</w:t>
      </w:r>
      <w:proofErr w:type="spellStart"/>
      <w:r w:rsidRPr="00DF5181">
        <w:t>user_dir</w:t>
      </w:r>
      <w:proofErr w:type="spellEnd"/>
      <w:r w:rsidRPr="00DF5181">
        <w:t>/ver_bowtie1"</w:t>
      </w:r>
    </w:p>
    <w:p w14:paraId="710534A6" w14:textId="77777777" w:rsidR="00DF5181" w:rsidRPr="00DF5181" w:rsidRDefault="00DF5181" w:rsidP="00DF5181"/>
    <w:p w14:paraId="6FC1BFE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##########################################################################</w:t>
      </w:r>
    </w:p>
    <w:p w14:paraId="76ED28C9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     1st call of pgMapstats.sh for 'mapped to mm10'   ##########</w:t>
      </w:r>
    </w:p>
    <w:p w14:paraId="034295B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</w:p>
    <w:p w14:paraId="2C7565B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command line arguments:</w:t>
      </w:r>
    </w:p>
    <w:p w14:paraId="2ECC031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>argument 1: one item per line</w:t>
      </w:r>
    </w:p>
    <w:p w14:paraId="639F392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1: full path to input directory (containing sorted bam-files with index)</w:t>
      </w:r>
    </w:p>
    <w:p w14:paraId="6E60AF6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2: full path to output directory</w:t>
      </w:r>
    </w:p>
    <w:p w14:paraId="0E354C79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3: experiment name - to be used as the file name for output</w:t>
      </w:r>
    </w:p>
    <w:p w14:paraId="2DC379D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4: full path to user directory</w:t>
      </w:r>
    </w:p>
    <w:p w14:paraId="3F25728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 xml:space="preserve">argument 2: </w:t>
      </w:r>
      <w:proofErr w:type="spellStart"/>
      <w:r w:rsidRPr="00DF5181">
        <w:rPr>
          <w:lang w:val="en-US"/>
        </w:rPr>
        <w:t>sample_file</w:t>
      </w:r>
      <w:proofErr w:type="spellEnd"/>
    </w:p>
    <w:p w14:paraId="1AA6E3C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1 ff: full name of bam-file (including extension ".bam")</w:t>
      </w:r>
    </w:p>
    <w:p w14:paraId="0F7D417B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last row: empty (\n)</w:t>
      </w:r>
    </w:p>
    <w:p w14:paraId="5345CCA5" w14:textId="77777777" w:rsidR="00DF5181" w:rsidRPr="00DF5181" w:rsidRDefault="00DF5181" w:rsidP="00DF5181">
      <w:pPr>
        <w:rPr>
          <w:lang w:val="en-US"/>
        </w:rPr>
      </w:pPr>
    </w:p>
    <w:p w14:paraId="37C8C24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if [ ! -d "$</w:t>
      </w:r>
      <w:proofErr w:type="spellStart"/>
      <w:r w:rsidRPr="00DF5181">
        <w:rPr>
          <w:lang w:val="en-US"/>
        </w:rPr>
        <w:t>mapstat_dir</w:t>
      </w:r>
      <w:proofErr w:type="spellEnd"/>
      <w:r w:rsidRPr="00DF5181">
        <w:rPr>
          <w:lang w:val="en-US"/>
        </w:rPr>
        <w:t>" ]; then</w:t>
      </w:r>
    </w:p>
    <w:p w14:paraId="2BD25D6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mkdir</w:t>
      </w:r>
      <w:proofErr w:type="spellEnd"/>
      <w:r w:rsidRPr="00DF5181">
        <w:rPr>
          <w:lang w:val="en-US"/>
        </w:rPr>
        <w:t xml:space="preserve"> -p $</w:t>
      </w:r>
      <w:proofErr w:type="spellStart"/>
      <w:r w:rsidRPr="00DF5181">
        <w:rPr>
          <w:lang w:val="en-US"/>
        </w:rPr>
        <w:t>mapstat_dir</w:t>
      </w:r>
      <w:proofErr w:type="spellEnd"/>
      <w:r w:rsidRPr="00DF5181">
        <w:rPr>
          <w:lang w:val="en-US"/>
        </w:rPr>
        <w:tab/>
      </w:r>
      <w:r w:rsidRPr="00DF5181">
        <w:rPr>
          <w:lang w:val="en-US"/>
        </w:rPr>
        <w:tab/>
      </w:r>
      <w:r w:rsidRPr="00DF5181">
        <w:rPr>
          <w:lang w:val="en-US"/>
        </w:rPr>
        <w:tab/>
      </w:r>
      <w:r w:rsidRPr="00DF5181">
        <w:rPr>
          <w:lang w:val="en-US"/>
        </w:rPr>
        <w:tab/>
      </w:r>
      <w:r w:rsidRPr="00DF5181">
        <w:rPr>
          <w:lang w:val="en-US"/>
        </w:rPr>
        <w:tab/>
      </w:r>
      <w:r w:rsidRPr="00DF5181">
        <w:rPr>
          <w:lang w:val="en-US"/>
        </w:rPr>
        <w:tab/>
      </w:r>
      <w:r w:rsidRPr="00DF5181">
        <w:rPr>
          <w:lang w:val="en-US"/>
        </w:rPr>
        <w:tab/>
      </w:r>
      <w:r w:rsidRPr="00DF5181">
        <w:rPr>
          <w:lang w:val="en-US"/>
        </w:rPr>
        <w:tab/>
        <w:t># create the output-directory if it doesn't exist yet</w:t>
      </w:r>
    </w:p>
    <w:p w14:paraId="405563E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fi</w:t>
      </w:r>
    </w:p>
    <w:p w14:paraId="26E64C97" w14:textId="77777777" w:rsidR="00DF5181" w:rsidRPr="00DF5181" w:rsidRDefault="00DF5181" w:rsidP="00DF5181">
      <w:pPr>
        <w:rPr>
          <w:lang w:val="en-US"/>
        </w:rPr>
      </w:pPr>
    </w:p>
    <w:p w14:paraId="6C15151E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\n" "${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}/mm10" "$</w:t>
      </w:r>
      <w:proofErr w:type="spellStart"/>
      <w:r w:rsidRPr="00DF5181">
        <w:rPr>
          <w:lang w:val="en-US"/>
        </w:rPr>
        <w:t>mapstat_dir</w:t>
      </w:r>
      <w:proofErr w:type="spellEnd"/>
      <w:r w:rsidRPr="00DF5181">
        <w:rPr>
          <w:lang w:val="en-US"/>
        </w:rPr>
        <w:t>" "${experiment}_mapped_mm10"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" &gt;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}/arg11_mapstats</w:t>
      </w:r>
    </w:p>
    <w:p w14:paraId="7FD81F0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awk '{OFS="\t"} {print $1"_sort.bam"}' $3 &gt;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}/arg12_mapstats</w:t>
      </w:r>
    </w:p>
    <w:p w14:paraId="212C1901" w14:textId="77777777" w:rsidR="00DF5181" w:rsidRPr="00DF5181" w:rsidRDefault="00DF5181" w:rsidP="00DF5181">
      <w:pPr>
        <w:rPr>
          <w:lang w:val="en-US"/>
        </w:rPr>
      </w:pPr>
    </w:p>
    <w:p w14:paraId="33C808C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run the script</w:t>
      </w:r>
    </w:p>
    <w:p w14:paraId="1C051308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"%s\n\n" "pgMapstats.sh mapped_mm10" &gt;&gt; $</w:t>
      </w:r>
      <w:proofErr w:type="spellStart"/>
      <w:r w:rsidRPr="00DF5181">
        <w:rPr>
          <w:lang w:val="en-US"/>
        </w:rPr>
        <w:t>log_long</w:t>
      </w:r>
      <w:proofErr w:type="spellEnd"/>
    </w:p>
    <w:p w14:paraId="09B7ECDB" w14:textId="77777777" w:rsidR="00DF5181" w:rsidRPr="00DF5181" w:rsidRDefault="00DF5181" w:rsidP="00DF5181">
      <w:pPr>
        <w:rPr>
          <w:lang w:val="en-US"/>
        </w:rPr>
      </w:pPr>
    </w:p>
    <w:p w14:paraId="700643F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pgMapstats.sh arg11_mapstats arg12_mapstats &amp;&gt;&gt;$</w:t>
      </w:r>
      <w:proofErr w:type="spellStart"/>
      <w:r w:rsidRPr="00DF5181">
        <w:rPr>
          <w:lang w:val="en-US"/>
        </w:rPr>
        <w:t>log_long</w:t>
      </w:r>
      <w:proofErr w:type="spellEnd"/>
    </w:p>
    <w:p w14:paraId="3B69E2E6" w14:textId="77777777" w:rsidR="00DF5181" w:rsidRPr="00DF5181" w:rsidRDefault="00DF5181" w:rsidP="00DF5181">
      <w:pPr>
        <w:rPr>
          <w:lang w:val="en-US"/>
        </w:rPr>
      </w:pPr>
    </w:p>
    <w:p w14:paraId="683263C0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"%s\n\n" " "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7029A08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cat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/</w:t>
      </w:r>
      <w:proofErr w:type="spellStart"/>
      <w:r w:rsidRPr="00DF5181">
        <w:rPr>
          <w:lang w:val="en-US"/>
        </w:rPr>
        <w:t>ver_mapstats</w:t>
      </w:r>
      <w:proofErr w:type="spellEnd"/>
      <w:r w:rsidRPr="00DF5181">
        <w:rPr>
          <w:lang w:val="en-US"/>
        </w:rPr>
        <w:t>"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08013F55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cat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}/arg1*_</w:t>
      </w:r>
      <w:proofErr w:type="spellStart"/>
      <w:r w:rsidRPr="00DF5181">
        <w:rPr>
          <w:lang w:val="en-US"/>
        </w:rPr>
        <w:t>mapstats</w:t>
      </w:r>
      <w:proofErr w:type="spellEnd"/>
      <w:r w:rsidRPr="00DF5181">
        <w:rPr>
          <w:lang w:val="en-US"/>
        </w:rPr>
        <w:t xml:space="preserve">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32E747F7" w14:textId="77777777" w:rsidR="00DF5181" w:rsidRPr="00DF5181" w:rsidRDefault="00DF5181" w:rsidP="00DF5181">
      <w:proofErr w:type="spellStart"/>
      <w:r w:rsidRPr="00DF5181">
        <w:t>rm</w:t>
      </w:r>
      <w:proofErr w:type="spellEnd"/>
      <w:r w:rsidRPr="00DF5181">
        <w:t xml:space="preserve"> ${</w:t>
      </w:r>
      <w:proofErr w:type="spellStart"/>
      <w:r w:rsidRPr="00DF5181">
        <w:t>user_dir</w:t>
      </w:r>
      <w:proofErr w:type="spellEnd"/>
      <w:r w:rsidRPr="00DF5181">
        <w:t>}/arg1*_</w:t>
      </w:r>
      <w:proofErr w:type="spellStart"/>
      <w:r w:rsidRPr="00DF5181">
        <w:t>mapstats</w:t>
      </w:r>
      <w:proofErr w:type="spellEnd"/>
    </w:p>
    <w:p w14:paraId="6DC0AF63" w14:textId="77777777" w:rsidR="00DF5181" w:rsidRPr="00DF5181" w:rsidRDefault="00DF5181" w:rsidP="00DF5181">
      <w:proofErr w:type="spellStart"/>
      <w:r w:rsidRPr="00DF5181">
        <w:t>rm</w:t>
      </w:r>
      <w:proofErr w:type="spellEnd"/>
      <w:r w:rsidRPr="00DF5181">
        <w:t xml:space="preserve"> "$</w:t>
      </w:r>
      <w:proofErr w:type="spellStart"/>
      <w:r w:rsidRPr="00DF5181">
        <w:t>user_dir</w:t>
      </w:r>
      <w:proofErr w:type="spellEnd"/>
      <w:r w:rsidRPr="00DF5181">
        <w:t>/</w:t>
      </w:r>
      <w:proofErr w:type="spellStart"/>
      <w:r w:rsidRPr="00DF5181">
        <w:t>ver_mapstats</w:t>
      </w:r>
      <w:proofErr w:type="spellEnd"/>
      <w:r w:rsidRPr="00DF5181">
        <w:t>"</w:t>
      </w:r>
    </w:p>
    <w:p w14:paraId="14154EF2" w14:textId="77777777" w:rsidR="00DF5181" w:rsidRPr="00DF5181" w:rsidRDefault="00DF5181" w:rsidP="00DF5181"/>
    <w:p w14:paraId="108255A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min=`cat "${</w:t>
      </w:r>
      <w:proofErr w:type="spellStart"/>
      <w:r w:rsidRPr="00DF5181">
        <w:rPr>
          <w:lang w:val="en-US"/>
        </w:rPr>
        <w:t>mapstat_dir</w:t>
      </w:r>
      <w:proofErr w:type="spellEnd"/>
      <w:r w:rsidRPr="00DF5181">
        <w:rPr>
          <w:lang w:val="en-US"/>
        </w:rPr>
        <w:t>}/${experiment}_mapped_mm10.min_mapped_reads.txt"`</w:t>
      </w:r>
    </w:p>
    <w:p w14:paraId="731BF8C5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</w:t>
      </w:r>
      <w:proofErr w:type="spellStart"/>
      <w:r w:rsidRPr="00DF5181">
        <w:rPr>
          <w:lang w:val="en-US"/>
        </w:rPr>
        <w:t>t%s</w:t>
      </w:r>
      <w:proofErr w:type="spellEnd"/>
      <w:r w:rsidRPr="00DF5181">
        <w:rPr>
          <w:lang w:val="en-US"/>
        </w:rPr>
        <w:t>\n" "</w:t>
      </w:r>
      <w:proofErr w:type="spellStart"/>
      <w:r w:rsidRPr="00DF5181">
        <w:rPr>
          <w:lang w:val="en-US"/>
        </w:rPr>
        <w:t>min_mapped_reads</w:t>
      </w:r>
      <w:proofErr w:type="spellEnd"/>
      <w:r w:rsidRPr="00DF5181">
        <w:rPr>
          <w:lang w:val="en-US"/>
        </w:rPr>
        <w:t xml:space="preserve"> $genome:" $min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1323A45E" w14:textId="77777777" w:rsidR="00DF5181" w:rsidRPr="00DF5181" w:rsidRDefault="00DF5181" w:rsidP="00DF5181">
      <w:pPr>
        <w:rPr>
          <w:lang w:val="en-US"/>
        </w:rPr>
      </w:pPr>
    </w:p>
    <w:p w14:paraId="596554E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####################################################################</w:t>
      </w:r>
    </w:p>
    <w:p w14:paraId="1F7823C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 xml:space="preserve">#####  </w:t>
      </w:r>
      <w:r w:rsidRPr="00DF5181">
        <w:rPr>
          <w:lang w:val="en-US"/>
        </w:rPr>
        <w:tab/>
        <w:t xml:space="preserve">establish 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>-files: mapped_mm10 &amp; unmapped_mm10   #####</w:t>
      </w:r>
    </w:p>
    <w:p w14:paraId="5F02342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</w:p>
    <w:p w14:paraId="7298B834" w14:textId="77777777" w:rsidR="00DF5181" w:rsidRPr="00DF5181" w:rsidRDefault="00DF5181" w:rsidP="00DF5181">
      <w:pPr>
        <w:rPr>
          <w:lang w:val="en-US"/>
        </w:rPr>
      </w:pPr>
    </w:p>
    <w:p w14:paraId="67DF878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if [ ! -d "${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}/mm10/unmapped_mm10" ]; then</w:t>
      </w:r>
    </w:p>
    <w:p w14:paraId="055ED110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mkdir</w:t>
      </w:r>
      <w:proofErr w:type="spellEnd"/>
      <w:r w:rsidRPr="00DF5181">
        <w:rPr>
          <w:lang w:val="en-US"/>
        </w:rPr>
        <w:t xml:space="preserve"> -p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}/mm10/unmapped_mm10</w:t>
      </w:r>
    </w:p>
    <w:p w14:paraId="2186FAD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fi</w:t>
      </w:r>
    </w:p>
    <w:p w14:paraId="52514A57" w14:textId="77777777" w:rsidR="00DF5181" w:rsidRPr="00DF5181" w:rsidRDefault="00DF5181" w:rsidP="00DF5181">
      <w:pPr>
        <w:rPr>
          <w:lang w:val="en-US"/>
        </w:rPr>
      </w:pPr>
    </w:p>
    <w:p w14:paraId="139DD5B5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if [ ! -d "${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}/mm10/mapped_mm10" ]; then</w:t>
      </w:r>
    </w:p>
    <w:p w14:paraId="291C3C0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lastRenderedPageBreak/>
        <w:tab/>
      </w:r>
      <w:proofErr w:type="spellStart"/>
      <w:r w:rsidRPr="00DF5181">
        <w:rPr>
          <w:lang w:val="en-US"/>
        </w:rPr>
        <w:t>mkdir</w:t>
      </w:r>
      <w:proofErr w:type="spellEnd"/>
      <w:r w:rsidRPr="00DF5181">
        <w:rPr>
          <w:lang w:val="en-US"/>
        </w:rPr>
        <w:t xml:space="preserve"> -p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}/mm10/mapped_mm10</w:t>
      </w:r>
    </w:p>
    <w:p w14:paraId="3B377FA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fi</w:t>
      </w:r>
    </w:p>
    <w:p w14:paraId="5B2922D3" w14:textId="77777777" w:rsidR="00DF5181" w:rsidRPr="00DF5181" w:rsidRDefault="00DF5181" w:rsidP="00DF5181">
      <w:pPr>
        <w:rPr>
          <w:lang w:val="en-US"/>
        </w:rPr>
      </w:pPr>
    </w:p>
    <w:p w14:paraId="5429EDD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while read sample; do</w:t>
      </w:r>
    </w:p>
    <w:p w14:paraId="67962E3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samtools</w:t>
      </w:r>
      <w:proofErr w:type="spellEnd"/>
      <w:r w:rsidRPr="00DF5181">
        <w:rPr>
          <w:lang w:val="en-US"/>
        </w:rPr>
        <w:t xml:space="preserve"> bam2fq -@ 5 -f 4 $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/mm10/${sample}_</w:t>
      </w:r>
      <w:proofErr w:type="spellStart"/>
      <w:r w:rsidRPr="00DF5181">
        <w:rPr>
          <w:lang w:val="en-US"/>
        </w:rPr>
        <w:t>sort.bam</w:t>
      </w:r>
      <w:proofErr w:type="spellEnd"/>
      <w:r w:rsidRPr="00DF5181">
        <w:rPr>
          <w:lang w:val="en-US"/>
        </w:rPr>
        <w:t xml:space="preserve"> &gt;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}/mm10/unmapped_mm10/${sample}_unmapped_mm10.fastq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# original: -@ 20</w:t>
      </w:r>
    </w:p>
    <w:p w14:paraId="0778D1E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samtools</w:t>
      </w:r>
      <w:proofErr w:type="spellEnd"/>
      <w:r w:rsidRPr="00DF5181">
        <w:rPr>
          <w:lang w:val="en-US"/>
        </w:rPr>
        <w:t xml:space="preserve"> bam2fq -@ 5 -F 4 $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/mm10/${sample}_</w:t>
      </w:r>
      <w:proofErr w:type="spellStart"/>
      <w:r w:rsidRPr="00DF5181">
        <w:rPr>
          <w:lang w:val="en-US"/>
        </w:rPr>
        <w:t>sort.bam</w:t>
      </w:r>
      <w:proofErr w:type="spellEnd"/>
      <w:r w:rsidRPr="00DF5181">
        <w:rPr>
          <w:lang w:val="en-US"/>
        </w:rPr>
        <w:t xml:space="preserve"> &gt;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}/mm10/mapped_mm10/${sample}_mapped_mm10.fastq</w:t>
      </w:r>
      <w:r w:rsidRPr="00DF5181">
        <w:rPr>
          <w:lang w:val="en-US"/>
        </w:rPr>
        <w:tab/>
      </w:r>
      <w:r w:rsidRPr="00DF5181">
        <w:rPr>
          <w:lang w:val="en-US"/>
        </w:rPr>
        <w:tab/>
      </w:r>
      <w:r w:rsidRPr="00DF5181">
        <w:rPr>
          <w:lang w:val="en-US"/>
        </w:rPr>
        <w:tab/>
        <w:t># original: -@ 20</w:t>
      </w:r>
    </w:p>
    <w:p w14:paraId="41192212" w14:textId="77777777" w:rsidR="00DF5181" w:rsidRPr="00DF5181" w:rsidRDefault="00DF5181" w:rsidP="00DF5181">
      <w:pPr>
        <w:rPr>
          <w:lang w:val="en-US"/>
        </w:rPr>
      </w:pPr>
    </w:p>
    <w:p w14:paraId="7C3CEB3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# add extended attributes</w:t>
      </w:r>
    </w:p>
    <w:p w14:paraId="4819C08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old_attributes</w:t>
      </w:r>
      <w:proofErr w:type="spellEnd"/>
      <w:r w:rsidRPr="00DF5181">
        <w:rPr>
          <w:lang w:val="en-US"/>
        </w:rPr>
        <w:t>=`</w:t>
      </w:r>
      <w:proofErr w:type="spellStart"/>
      <w:r w:rsidRPr="00DF5181">
        <w:rPr>
          <w:lang w:val="en-US"/>
        </w:rPr>
        <w:t>getfattr</w:t>
      </w:r>
      <w:proofErr w:type="spellEnd"/>
      <w:r w:rsidRPr="00DF5181">
        <w:rPr>
          <w:lang w:val="en-US"/>
        </w:rPr>
        <w:t xml:space="preserve"> -n </w:t>
      </w:r>
      <w:proofErr w:type="spellStart"/>
      <w:r w:rsidRPr="00DF5181">
        <w:rPr>
          <w:lang w:val="en-US"/>
        </w:rPr>
        <w:t>user.comment</w:t>
      </w:r>
      <w:proofErr w:type="spellEnd"/>
      <w:r w:rsidRPr="00DF5181">
        <w:rPr>
          <w:lang w:val="en-US"/>
        </w:rPr>
        <w:t xml:space="preserve"> $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/mm10/${sample}_</w:t>
      </w:r>
      <w:proofErr w:type="spellStart"/>
      <w:r w:rsidRPr="00DF5181">
        <w:rPr>
          <w:lang w:val="en-US"/>
        </w:rPr>
        <w:t>sort.bam</w:t>
      </w:r>
      <w:proofErr w:type="spellEnd"/>
      <w:r w:rsidRPr="00DF5181">
        <w:rPr>
          <w:lang w:val="en-US"/>
        </w:rPr>
        <w:t xml:space="preserve"> | sed '1d' | sed 's/</w:t>
      </w:r>
      <w:proofErr w:type="spellStart"/>
      <w:r w:rsidRPr="00DF5181">
        <w:rPr>
          <w:lang w:val="en-US"/>
        </w:rPr>
        <w:t>user.comment</w:t>
      </w:r>
      <w:proofErr w:type="spellEnd"/>
      <w:r w:rsidRPr="00DF5181">
        <w:rPr>
          <w:lang w:val="en-US"/>
        </w:rPr>
        <w:t>=//' | sed 's/\"//g'`</w:t>
      </w:r>
    </w:p>
    <w:p w14:paraId="1EFAEF0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date=`date +%</w:t>
      </w:r>
      <w:proofErr w:type="spellStart"/>
      <w:r w:rsidRPr="00DF5181">
        <w:rPr>
          <w:lang w:val="en-US"/>
        </w:rPr>
        <w:t>y%m%d</w:t>
      </w:r>
      <w:proofErr w:type="spellEnd"/>
      <w:r w:rsidRPr="00DF5181">
        <w:rPr>
          <w:lang w:val="en-US"/>
        </w:rPr>
        <w:t>`</w:t>
      </w:r>
    </w:p>
    <w:p w14:paraId="1BAFC08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added_attributes1="&lt;MOD&gt;$VER_CHIPSEQ_SPIKEIN_MOUSE&lt;/MOD&gt;&lt;DAT&gt;$date&lt;/DAT&gt;&lt;GEN&gt;unmapped_to_mm10&lt;/GEN&gt;&lt;FIL&gt;$bam_dir/mm10/${sample}_sort.bam&lt;/FIL&gt;"</w:t>
      </w:r>
    </w:p>
    <w:p w14:paraId="407A83C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added_attributes2="&lt;MOD&gt;$VER_CHIPSEQ_SPIKEIN_MOUSE&lt;/MOD&gt;&lt;DAT&gt;$date&lt;/DAT&gt;&lt;GEN&gt;mapped_to_mm10&lt;/GEN&gt;&lt;FIL&gt;$bam_dir/mm10/${sample}_sort.bam&lt;/FIL&gt;"</w:t>
      </w:r>
      <w:r w:rsidRPr="00DF5181">
        <w:rPr>
          <w:lang w:val="en-US"/>
        </w:rPr>
        <w:tab/>
      </w:r>
    </w:p>
    <w:p w14:paraId="371DC5E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new_attributes1="${</w:t>
      </w:r>
      <w:proofErr w:type="spellStart"/>
      <w:r w:rsidRPr="00DF5181">
        <w:rPr>
          <w:lang w:val="en-US"/>
        </w:rPr>
        <w:t>old_attributes</w:t>
      </w:r>
      <w:proofErr w:type="spellEnd"/>
      <w:r w:rsidRPr="00DF5181">
        <w:rPr>
          <w:lang w:val="en-US"/>
        </w:rPr>
        <w:t>}${added_attributes1}"</w:t>
      </w:r>
    </w:p>
    <w:p w14:paraId="0C3EF92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new_attributes2="${</w:t>
      </w:r>
      <w:proofErr w:type="spellStart"/>
      <w:r w:rsidRPr="00DF5181">
        <w:rPr>
          <w:lang w:val="en-US"/>
        </w:rPr>
        <w:t>old_attributes</w:t>
      </w:r>
      <w:proofErr w:type="spellEnd"/>
      <w:r w:rsidRPr="00DF5181">
        <w:rPr>
          <w:lang w:val="en-US"/>
        </w:rPr>
        <w:t>}${added_attributes2}"</w:t>
      </w:r>
    </w:p>
    <w:p w14:paraId="66E82D45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setfattr</w:t>
      </w:r>
      <w:proofErr w:type="spellEnd"/>
      <w:r w:rsidRPr="00DF5181">
        <w:rPr>
          <w:lang w:val="en-US"/>
        </w:rPr>
        <w:t xml:space="preserve"> -n </w:t>
      </w:r>
      <w:proofErr w:type="spellStart"/>
      <w:r w:rsidRPr="00DF5181">
        <w:rPr>
          <w:lang w:val="en-US"/>
        </w:rPr>
        <w:t>user.comment</w:t>
      </w:r>
      <w:proofErr w:type="spellEnd"/>
      <w:r w:rsidRPr="00DF5181">
        <w:rPr>
          <w:lang w:val="en-US"/>
        </w:rPr>
        <w:t xml:space="preserve"> -v "$new_attributes1"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}/mm10/unmapped_mm10/${sample}_unmapped_mm10.fastq</w:t>
      </w:r>
    </w:p>
    <w:p w14:paraId="741D9870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setfattr</w:t>
      </w:r>
      <w:proofErr w:type="spellEnd"/>
      <w:r w:rsidRPr="00DF5181">
        <w:rPr>
          <w:lang w:val="en-US"/>
        </w:rPr>
        <w:t xml:space="preserve"> -n </w:t>
      </w:r>
      <w:proofErr w:type="spellStart"/>
      <w:r w:rsidRPr="00DF5181">
        <w:rPr>
          <w:lang w:val="en-US"/>
        </w:rPr>
        <w:t>user.comment</w:t>
      </w:r>
      <w:proofErr w:type="spellEnd"/>
      <w:r w:rsidRPr="00DF5181">
        <w:rPr>
          <w:lang w:val="en-US"/>
        </w:rPr>
        <w:t xml:space="preserve"> -v "$new_attributes2"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}/mm10/mapped_mm10/${sample}_mapped_mm10.fastq</w:t>
      </w:r>
      <w:r w:rsidRPr="00DF5181">
        <w:rPr>
          <w:lang w:val="en-US"/>
        </w:rPr>
        <w:tab/>
      </w:r>
    </w:p>
    <w:p w14:paraId="2E6E01D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done &lt; $</w:t>
      </w:r>
      <w:proofErr w:type="spellStart"/>
      <w:r w:rsidRPr="00DF5181">
        <w:rPr>
          <w:lang w:val="en-US"/>
        </w:rPr>
        <w:t>sample_file</w:t>
      </w:r>
      <w:proofErr w:type="spellEnd"/>
    </w:p>
    <w:p w14:paraId="4D4A5AD1" w14:textId="77777777" w:rsidR="00DF5181" w:rsidRPr="00DF5181" w:rsidRDefault="00DF5181" w:rsidP="00DF5181">
      <w:pPr>
        <w:rPr>
          <w:lang w:val="en-US"/>
        </w:rPr>
      </w:pPr>
    </w:p>
    <w:p w14:paraId="388AF47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##################################################################################</w:t>
      </w:r>
    </w:p>
    <w:p w14:paraId="45D172B0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     2nd call of pgBowtie1.sh: unmapped_mm10 -&gt; map to hg19   ##########</w:t>
      </w:r>
    </w:p>
    <w:p w14:paraId="0F29B4A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</w:p>
    <w:p w14:paraId="4E039DD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command line arguments:</w:t>
      </w:r>
    </w:p>
    <w:p w14:paraId="7BCC208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>argument 1: one item per line</w:t>
      </w:r>
    </w:p>
    <w:p w14:paraId="6108641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1: full path to 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 xml:space="preserve"> directory</w:t>
      </w:r>
    </w:p>
    <w:p w14:paraId="19F55F4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2: full path to output-directory (bam- &amp; </w:t>
      </w:r>
      <w:proofErr w:type="spellStart"/>
      <w:r w:rsidRPr="00DF5181">
        <w:rPr>
          <w:lang w:val="en-US"/>
        </w:rPr>
        <w:t>sam</w:t>
      </w:r>
      <w:proofErr w:type="spellEnd"/>
      <w:r w:rsidRPr="00DF5181">
        <w:rPr>
          <w:lang w:val="en-US"/>
        </w:rPr>
        <w:t>-directory)</w:t>
      </w:r>
    </w:p>
    <w:p w14:paraId="7554660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3: full path to user directory; optional - if no directory is provided, the "output directory" will be used</w:t>
      </w:r>
    </w:p>
    <w:p w14:paraId="41DC035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4: full path to bowtie1 genome</w:t>
      </w:r>
    </w:p>
    <w:p w14:paraId="307851B5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5: additional </w:t>
      </w:r>
      <w:proofErr w:type="spellStart"/>
      <w:r w:rsidRPr="00DF5181">
        <w:rPr>
          <w:lang w:val="en-US"/>
        </w:rPr>
        <w:t>tophat</w:t>
      </w:r>
      <w:proofErr w:type="spellEnd"/>
      <w:r w:rsidRPr="00DF5181">
        <w:rPr>
          <w:lang w:val="en-US"/>
        </w:rPr>
        <w:t>/bowtie2  parameters (optional)</w:t>
      </w:r>
    </w:p>
    <w:p w14:paraId="12E35C55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 xml:space="preserve">argument 2: list of 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>-files</w:t>
      </w:r>
    </w:p>
    <w:p w14:paraId="3759D89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1 ff: one 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>-file name per row (root name, without extension '.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>')</w:t>
      </w:r>
    </w:p>
    <w:p w14:paraId="0CD7A733" w14:textId="77777777" w:rsidR="00DF5181" w:rsidRPr="00DF5181" w:rsidRDefault="00DF5181" w:rsidP="00DF5181">
      <w:pPr>
        <w:rPr>
          <w:lang w:val="en-US"/>
        </w:rPr>
      </w:pPr>
    </w:p>
    <w:p w14:paraId="483610C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define the command line variables</w:t>
      </w:r>
    </w:p>
    <w:p w14:paraId="5D2EF73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if [ ! -d "${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}/hg19/unmapped_mm10" ]; then</w:t>
      </w:r>
    </w:p>
    <w:p w14:paraId="6DCFC18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mkdir</w:t>
      </w:r>
      <w:proofErr w:type="spellEnd"/>
      <w:r w:rsidRPr="00DF5181">
        <w:rPr>
          <w:lang w:val="en-US"/>
        </w:rPr>
        <w:t xml:space="preserve"> -p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}/hg19/unmapped_mm10</w:t>
      </w:r>
    </w:p>
    <w:p w14:paraId="5640B7E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lastRenderedPageBreak/>
        <w:t>fi</w:t>
      </w:r>
    </w:p>
    <w:p w14:paraId="0BDCF56A" w14:textId="77777777" w:rsidR="00DF5181" w:rsidRPr="00DF5181" w:rsidRDefault="00DF5181" w:rsidP="00DF5181">
      <w:pPr>
        <w:rPr>
          <w:lang w:val="en-US"/>
        </w:rPr>
      </w:pPr>
    </w:p>
    <w:p w14:paraId="36BF8FB7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\n" "${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}/mm10/unmapped_mm10" "${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}/hg19/unmapped_mm10"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" "$bowtie1_dir/hg19" &gt;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}/arg21_bowtie1</w:t>
      </w:r>
    </w:p>
    <w:p w14:paraId="6DF93FC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awk '{OFS="\t"} {print $1"_unmapped_mm10"}' $3 &gt;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}/arg22_bowtie1</w:t>
      </w:r>
    </w:p>
    <w:p w14:paraId="0E100558" w14:textId="77777777" w:rsidR="00DF5181" w:rsidRPr="00DF5181" w:rsidRDefault="00DF5181" w:rsidP="00DF5181">
      <w:pPr>
        <w:rPr>
          <w:lang w:val="en-US"/>
        </w:rPr>
      </w:pPr>
    </w:p>
    <w:p w14:paraId="17A9AADB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run the script</w:t>
      </w:r>
    </w:p>
    <w:p w14:paraId="630C5BA3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"%s\n\n" "pgChIPseq_spikein_mouse.sh:hg19_unmapped_mm10" &gt;&gt; $</w:t>
      </w:r>
      <w:proofErr w:type="spellStart"/>
      <w:r w:rsidRPr="00DF5181">
        <w:rPr>
          <w:lang w:val="en-US"/>
        </w:rPr>
        <w:t>log_long</w:t>
      </w:r>
      <w:proofErr w:type="spellEnd"/>
    </w:p>
    <w:p w14:paraId="6C247260" w14:textId="77777777" w:rsidR="00DF5181" w:rsidRPr="00DF5181" w:rsidRDefault="00DF5181" w:rsidP="00DF5181">
      <w:pPr>
        <w:rPr>
          <w:lang w:val="en-US"/>
        </w:rPr>
      </w:pPr>
    </w:p>
    <w:p w14:paraId="4D44B7D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pgBowtie1.sh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}/arg21_bowtie1 ${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}/arg22_bowtie1</w:t>
      </w:r>
    </w:p>
    <w:p w14:paraId="604ECE89" w14:textId="77777777" w:rsidR="00DF5181" w:rsidRPr="00DF5181" w:rsidRDefault="00DF5181" w:rsidP="00DF5181">
      <w:pPr>
        <w:rPr>
          <w:lang w:val="en-US"/>
        </w:rPr>
      </w:pPr>
    </w:p>
    <w:p w14:paraId="4A564685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"%s\n" " "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6ADC339B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cat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/ver_bowtie1"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1CB4B29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cat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}/arg2*_bowtie1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5B3489F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rm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}/arg2*_bowtie1</w:t>
      </w:r>
    </w:p>
    <w:p w14:paraId="099EE37E" w14:textId="77777777" w:rsidR="00DF5181" w:rsidRPr="00DF5181" w:rsidRDefault="00DF5181" w:rsidP="00DF5181">
      <w:proofErr w:type="spellStart"/>
      <w:r w:rsidRPr="00DF5181">
        <w:t>rm</w:t>
      </w:r>
      <w:proofErr w:type="spellEnd"/>
      <w:r w:rsidRPr="00DF5181">
        <w:t xml:space="preserve"> "$</w:t>
      </w:r>
      <w:proofErr w:type="spellStart"/>
      <w:r w:rsidRPr="00DF5181">
        <w:t>user_dir</w:t>
      </w:r>
      <w:proofErr w:type="spellEnd"/>
      <w:r w:rsidRPr="00DF5181">
        <w:t>/ver_bowtie1"</w:t>
      </w:r>
    </w:p>
    <w:p w14:paraId="2F8A02CF" w14:textId="77777777" w:rsidR="00DF5181" w:rsidRPr="00DF5181" w:rsidRDefault="00DF5181" w:rsidP="00DF5181"/>
    <w:p w14:paraId="5C9A9537" w14:textId="77777777" w:rsidR="00DF5181" w:rsidRPr="00DF5181" w:rsidRDefault="00DF5181" w:rsidP="00DF5181"/>
    <w:p w14:paraId="315B4CE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###################################################################################</w:t>
      </w:r>
    </w:p>
    <w:p w14:paraId="16A1FF4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 xml:space="preserve">#####  </w:t>
      </w:r>
      <w:r w:rsidRPr="00DF5181">
        <w:rPr>
          <w:lang w:val="en-US"/>
        </w:rPr>
        <w:tab/>
        <w:t>establish bam-files: mapped_hg19_only = unmapped_mm10 -&gt; mapped_hg19  #####</w:t>
      </w:r>
    </w:p>
    <w:p w14:paraId="5FCC0E7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</w:p>
    <w:p w14:paraId="32535E0B" w14:textId="77777777" w:rsidR="00DF5181" w:rsidRPr="00DF5181" w:rsidRDefault="00DF5181" w:rsidP="00DF5181">
      <w:pPr>
        <w:rPr>
          <w:lang w:val="en-US"/>
        </w:rPr>
      </w:pPr>
    </w:p>
    <w:p w14:paraId="434BA709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if [ ! -d "${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}/hg19/mapped_hg19_only" ]; then</w:t>
      </w:r>
    </w:p>
    <w:p w14:paraId="4853D25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mkdir</w:t>
      </w:r>
      <w:proofErr w:type="spellEnd"/>
      <w:r w:rsidRPr="00DF5181">
        <w:rPr>
          <w:lang w:val="en-US"/>
        </w:rPr>
        <w:t xml:space="preserve"> -p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}/hg19/mapped_hg19_only</w:t>
      </w:r>
    </w:p>
    <w:p w14:paraId="52B95E2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fi</w:t>
      </w:r>
    </w:p>
    <w:p w14:paraId="2C5DAC07" w14:textId="77777777" w:rsidR="00DF5181" w:rsidRPr="00DF5181" w:rsidRDefault="00DF5181" w:rsidP="00DF5181">
      <w:pPr>
        <w:rPr>
          <w:lang w:val="en-US"/>
        </w:rPr>
      </w:pPr>
    </w:p>
    <w:p w14:paraId="209D425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while read sample; do</w:t>
      </w:r>
    </w:p>
    <w:p w14:paraId="4C05D2A0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samtools</w:t>
      </w:r>
      <w:proofErr w:type="spellEnd"/>
      <w:r w:rsidRPr="00DF5181">
        <w:rPr>
          <w:lang w:val="en-US"/>
        </w:rPr>
        <w:t xml:space="preserve"> view -@ 5 -F 4 -O BAM -o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}/hg19/mapped_hg19_only/${sample}_only_hg19.bam $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/hg19/unmapped_mm10/${sample}_unmapped_mm10_sort.bam</w:t>
      </w:r>
      <w:r w:rsidRPr="00DF5181">
        <w:rPr>
          <w:lang w:val="en-US"/>
        </w:rPr>
        <w:tab/>
        <w:t># original: -@ 20</w:t>
      </w:r>
    </w:p>
    <w:p w14:paraId="166E1C9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samtools</w:t>
      </w:r>
      <w:proofErr w:type="spellEnd"/>
      <w:r w:rsidRPr="00DF5181">
        <w:rPr>
          <w:lang w:val="en-US"/>
        </w:rPr>
        <w:t xml:space="preserve"> sort -@ 5 ${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}/hg19/mapped_hg19_only/${sample}_only_hg19.bam -o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}/hg19/mapped_hg19_only/${sample}_only_hg19_sort.bam</w:t>
      </w:r>
      <w:r w:rsidRPr="00DF5181">
        <w:rPr>
          <w:lang w:val="en-US"/>
        </w:rPr>
        <w:tab/>
      </w:r>
      <w:r w:rsidRPr="00DF5181">
        <w:rPr>
          <w:lang w:val="en-US"/>
        </w:rPr>
        <w:tab/>
      </w:r>
      <w:r w:rsidRPr="00DF5181">
        <w:rPr>
          <w:lang w:val="en-US"/>
        </w:rPr>
        <w:tab/>
        <w:t># original: -@ 20</w:t>
      </w:r>
    </w:p>
    <w:p w14:paraId="194CA0B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rm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}/hg19/mapped_hg19_only/${sample}_only_hg19.bam</w:t>
      </w:r>
    </w:p>
    <w:p w14:paraId="2BBEFCC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samtools</w:t>
      </w:r>
      <w:proofErr w:type="spellEnd"/>
      <w:r w:rsidRPr="00DF5181">
        <w:rPr>
          <w:lang w:val="en-US"/>
        </w:rPr>
        <w:t xml:space="preserve"> index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}/hg19/mapped_hg19_only/${sample}_only_hg19_sort.bam</w:t>
      </w:r>
    </w:p>
    <w:p w14:paraId="58F425C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mappedreads</w:t>
      </w:r>
      <w:proofErr w:type="spellEnd"/>
      <w:r w:rsidRPr="00DF5181">
        <w:rPr>
          <w:lang w:val="en-US"/>
        </w:rPr>
        <w:t>=`</w:t>
      </w:r>
      <w:proofErr w:type="spellStart"/>
      <w:r w:rsidRPr="00DF5181">
        <w:rPr>
          <w:lang w:val="en-US"/>
        </w:rPr>
        <w:t>samtools</w:t>
      </w:r>
      <w:proofErr w:type="spellEnd"/>
      <w:r w:rsidRPr="00DF5181">
        <w:rPr>
          <w:lang w:val="en-US"/>
        </w:rPr>
        <w:t xml:space="preserve"> </w:t>
      </w:r>
      <w:proofErr w:type="spellStart"/>
      <w:r w:rsidRPr="00DF5181">
        <w:rPr>
          <w:lang w:val="en-US"/>
        </w:rPr>
        <w:t>idxstats</w:t>
      </w:r>
      <w:proofErr w:type="spellEnd"/>
      <w:r w:rsidRPr="00DF5181">
        <w:rPr>
          <w:lang w:val="en-US"/>
        </w:rPr>
        <w:t xml:space="preserve">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}/hg19/mapped_hg19_only/${sample}_only_hg19_sort.bam | grep -v "*" | awk '{s+=$3} END {print s}'`</w:t>
      </w:r>
    </w:p>
    <w:p w14:paraId="295A01B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unmappedreads</w:t>
      </w:r>
      <w:proofErr w:type="spellEnd"/>
      <w:r w:rsidRPr="00DF5181">
        <w:rPr>
          <w:lang w:val="en-US"/>
        </w:rPr>
        <w:t>=`</w:t>
      </w:r>
      <w:proofErr w:type="spellStart"/>
      <w:r w:rsidRPr="00DF5181">
        <w:rPr>
          <w:lang w:val="en-US"/>
        </w:rPr>
        <w:t>samtools</w:t>
      </w:r>
      <w:proofErr w:type="spellEnd"/>
      <w:r w:rsidRPr="00DF5181">
        <w:rPr>
          <w:lang w:val="en-US"/>
        </w:rPr>
        <w:t xml:space="preserve"> </w:t>
      </w:r>
      <w:proofErr w:type="spellStart"/>
      <w:r w:rsidRPr="00DF5181">
        <w:rPr>
          <w:lang w:val="en-US"/>
        </w:rPr>
        <w:t>idxstats</w:t>
      </w:r>
      <w:proofErr w:type="spellEnd"/>
      <w:r w:rsidRPr="00DF5181">
        <w:rPr>
          <w:lang w:val="en-US"/>
        </w:rPr>
        <w:t xml:space="preserve">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}/hg19/mapped_hg19_only/${sample}_only_hg19_sort.bam | grep "*" | awk '{print $4}'`</w:t>
      </w:r>
    </w:p>
    <w:p w14:paraId="7D00625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total=`echo $((</w:t>
      </w:r>
      <w:proofErr w:type="spellStart"/>
      <w:r w:rsidRPr="00DF5181">
        <w:rPr>
          <w:lang w:val="en-US"/>
        </w:rPr>
        <w:t>mappedreads+unmappedreads</w:t>
      </w:r>
      <w:proofErr w:type="spellEnd"/>
      <w:r w:rsidRPr="00DF5181">
        <w:rPr>
          <w:lang w:val="en-US"/>
        </w:rPr>
        <w:t>))`</w:t>
      </w:r>
    </w:p>
    <w:p w14:paraId="12CA229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lastRenderedPageBreak/>
        <w:tab/>
      </w:r>
      <w:r w:rsidRPr="00DF5181">
        <w:rPr>
          <w:lang w:val="en-US"/>
        </w:rPr>
        <w:tab/>
      </w:r>
      <w:r w:rsidRPr="00DF5181">
        <w:rPr>
          <w:lang w:val="en-US"/>
        </w:rPr>
        <w:tab/>
      </w:r>
    </w:p>
    <w:p w14:paraId="6F9DB320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# add extended attributes</w:t>
      </w:r>
    </w:p>
    <w:p w14:paraId="0FEDBC4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old_attributes</w:t>
      </w:r>
      <w:proofErr w:type="spellEnd"/>
      <w:r w:rsidRPr="00DF5181">
        <w:rPr>
          <w:lang w:val="en-US"/>
        </w:rPr>
        <w:t>=`</w:t>
      </w:r>
      <w:proofErr w:type="spellStart"/>
      <w:r w:rsidRPr="00DF5181">
        <w:rPr>
          <w:lang w:val="en-US"/>
        </w:rPr>
        <w:t>getfattr</w:t>
      </w:r>
      <w:proofErr w:type="spellEnd"/>
      <w:r w:rsidRPr="00DF5181">
        <w:rPr>
          <w:lang w:val="en-US"/>
        </w:rPr>
        <w:t xml:space="preserve"> -n </w:t>
      </w:r>
      <w:proofErr w:type="spellStart"/>
      <w:r w:rsidRPr="00DF5181">
        <w:rPr>
          <w:lang w:val="en-US"/>
        </w:rPr>
        <w:t>user.comment</w:t>
      </w:r>
      <w:proofErr w:type="spellEnd"/>
      <w:r w:rsidRPr="00DF5181">
        <w:rPr>
          <w:lang w:val="en-US"/>
        </w:rPr>
        <w:t xml:space="preserve"> $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/hg19/mapped_mm10/${sample}_unmapped_mm10_sort.bam | sed '1d' | sed 's/</w:t>
      </w:r>
      <w:proofErr w:type="spellStart"/>
      <w:r w:rsidRPr="00DF5181">
        <w:rPr>
          <w:lang w:val="en-US"/>
        </w:rPr>
        <w:t>user.comment</w:t>
      </w:r>
      <w:proofErr w:type="spellEnd"/>
      <w:r w:rsidRPr="00DF5181">
        <w:rPr>
          <w:lang w:val="en-US"/>
        </w:rPr>
        <w:t>=//' | sed 's/\"//g'`</w:t>
      </w:r>
    </w:p>
    <w:p w14:paraId="2E5CA79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date=`date +%</w:t>
      </w:r>
      <w:proofErr w:type="spellStart"/>
      <w:r w:rsidRPr="00DF5181">
        <w:rPr>
          <w:lang w:val="en-US"/>
        </w:rPr>
        <w:t>y%m%d</w:t>
      </w:r>
      <w:proofErr w:type="spellEnd"/>
      <w:r w:rsidRPr="00DF5181">
        <w:rPr>
          <w:lang w:val="en-US"/>
        </w:rPr>
        <w:t>`</w:t>
      </w:r>
    </w:p>
    <w:p w14:paraId="3397183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added_attributes1="&lt;MOD&gt;$VER_CHIPSEQ_SPIKEIN_MOUSE&lt;/MOD&gt;&lt;GEN&gt;only_mapped_to_hg19&lt;/GEN&gt;&lt;FIL&gt;$bam_dir/hg19/unmapped_mm10/${sample}_unmapped_mm10_sort.bam&lt;/FIL&gt;&lt;NUM&gt;$total&lt;/NUM&gt;&lt;MAP&gt;$mappedreads&lt;/MAP&gt;&lt;UNM&gt;$unmappedreads&lt;/UNM&gt;"</w:t>
      </w:r>
    </w:p>
    <w:p w14:paraId="4689ACB5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new_attributes1="${</w:t>
      </w:r>
      <w:proofErr w:type="spellStart"/>
      <w:r w:rsidRPr="00DF5181">
        <w:rPr>
          <w:lang w:val="en-US"/>
        </w:rPr>
        <w:t>old_attributes</w:t>
      </w:r>
      <w:proofErr w:type="spellEnd"/>
      <w:r w:rsidRPr="00DF5181">
        <w:rPr>
          <w:lang w:val="en-US"/>
        </w:rPr>
        <w:t>}${added_attributes1}"</w:t>
      </w:r>
    </w:p>
    <w:p w14:paraId="2AB37FB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setfattr</w:t>
      </w:r>
      <w:proofErr w:type="spellEnd"/>
      <w:r w:rsidRPr="00DF5181">
        <w:rPr>
          <w:lang w:val="en-US"/>
        </w:rPr>
        <w:t xml:space="preserve"> -n </w:t>
      </w:r>
      <w:proofErr w:type="spellStart"/>
      <w:r w:rsidRPr="00DF5181">
        <w:rPr>
          <w:lang w:val="en-US"/>
        </w:rPr>
        <w:t>user.comment</w:t>
      </w:r>
      <w:proofErr w:type="spellEnd"/>
      <w:r w:rsidRPr="00DF5181">
        <w:rPr>
          <w:lang w:val="en-US"/>
        </w:rPr>
        <w:t xml:space="preserve"> -v "$new_attributes1"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}/hg19/mapped_hg19_only/${sample}_only_hg19_sort.bam</w:t>
      </w:r>
    </w:p>
    <w:p w14:paraId="4337286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setfattr</w:t>
      </w:r>
      <w:proofErr w:type="spellEnd"/>
      <w:r w:rsidRPr="00DF5181">
        <w:rPr>
          <w:lang w:val="en-US"/>
        </w:rPr>
        <w:t xml:space="preserve"> -n </w:t>
      </w:r>
      <w:proofErr w:type="spellStart"/>
      <w:r w:rsidRPr="00DF5181">
        <w:rPr>
          <w:lang w:val="en-US"/>
        </w:rPr>
        <w:t>user.comment</w:t>
      </w:r>
      <w:proofErr w:type="spellEnd"/>
      <w:r w:rsidRPr="00DF5181">
        <w:rPr>
          <w:lang w:val="en-US"/>
        </w:rPr>
        <w:t xml:space="preserve"> -v "$new_attributes1" ${bam_dir}/hg19/mapped_hg19_only/${sample}_only_hg19_sort.bam.bai</w:t>
      </w:r>
    </w:p>
    <w:p w14:paraId="3616F075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done &lt; $</w:t>
      </w:r>
      <w:proofErr w:type="spellStart"/>
      <w:r w:rsidRPr="00DF5181">
        <w:rPr>
          <w:lang w:val="en-US"/>
        </w:rPr>
        <w:t>sample_file</w:t>
      </w:r>
      <w:proofErr w:type="spellEnd"/>
    </w:p>
    <w:p w14:paraId="291392F2" w14:textId="77777777" w:rsidR="00DF5181" w:rsidRPr="00DF5181" w:rsidRDefault="00DF5181" w:rsidP="00DF5181">
      <w:pPr>
        <w:rPr>
          <w:lang w:val="en-US"/>
        </w:rPr>
      </w:pPr>
    </w:p>
    <w:p w14:paraId="6EF90A9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##############################################################################################</w:t>
      </w:r>
    </w:p>
    <w:p w14:paraId="6318BB1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     2nd call of pgMapstats.sh: unmapped_mm10 -&gt; mapped to hg19  ##########</w:t>
      </w:r>
    </w:p>
    <w:p w14:paraId="46CE590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</w:p>
    <w:p w14:paraId="7539CB5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command line arguments:</w:t>
      </w:r>
    </w:p>
    <w:p w14:paraId="453B919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>argument 1: one item per line</w:t>
      </w:r>
    </w:p>
    <w:p w14:paraId="194E245B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1: full path to input directory (containing sorted bam-files with index)</w:t>
      </w:r>
    </w:p>
    <w:p w14:paraId="65D5753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2: full path to output directory</w:t>
      </w:r>
    </w:p>
    <w:p w14:paraId="48FFE8F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3: experiment name - to be used as the file name for output</w:t>
      </w:r>
    </w:p>
    <w:p w14:paraId="1C987DC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4: full path to user directory</w:t>
      </w:r>
    </w:p>
    <w:p w14:paraId="211F254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 xml:space="preserve">argument 2: </w:t>
      </w:r>
      <w:proofErr w:type="spellStart"/>
      <w:r w:rsidRPr="00DF5181">
        <w:rPr>
          <w:lang w:val="en-US"/>
        </w:rPr>
        <w:t>sample_file</w:t>
      </w:r>
      <w:proofErr w:type="spellEnd"/>
    </w:p>
    <w:p w14:paraId="42E5B550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1 ff: full name of bam-file (including extension ".bam")</w:t>
      </w:r>
    </w:p>
    <w:p w14:paraId="0169917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last row: empty (\n)</w:t>
      </w:r>
    </w:p>
    <w:p w14:paraId="49FE15B6" w14:textId="77777777" w:rsidR="00DF5181" w:rsidRPr="00DF5181" w:rsidRDefault="00DF5181" w:rsidP="00DF5181">
      <w:pPr>
        <w:rPr>
          <w:lang w:val="en-US"/>
        </w:rPr>
      </w:pPr>
    </w:p>
    <w:p w14:paraId="3393C9A6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\n" "${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}/hg19/unmapped_mm10" "$</w:t>
      </w:r>
      <w:proofErr w:type="spellStart"/>
      <w:r w:rsidRPr="00DF5181">
        <w:rPr>
          <w:lang w:val="en-US"/>
        </w:rPr>
        <w:t>mapstat_dir</w:t>
      </w:r>
      <w:proofErr w:type="spellEnd"/>
      <w:r w:rsidRPr="00DF5181">
        <w:rPr>
          <w:lang w:val="en-US"/>
        </w:rPr>
        <w:t>" "${experiment}_unmapped_mm10_mapped_hg19"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" &gt;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}/arg21_mapstats</w:t>
      </w:r>
    </w:p>
    <w:p w14:paraId="47ABC52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awk '{OFS="\t"} {print $1"_unmapped_mm10_sort.bam"}' $3 &gt;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}/arg22_mapstats</w:t>
      </w:r>
    </w:p>
    <w:p w14:paraId="23B6B5C5" w14:textId="77777777" w:rsidR="00DF5181" w:rsidRPr="00DF5181" w:rsidRDefault="00DF5181" w:rsidP="00DF5181">
      <w:pPr>
        <w:rPr>
          <w:lang w:val="en-US"/>
        </w:rPr>
      </w:pPr>
    </w:p>
    <w:p w14:paraId="3368092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run the script</w:t>
      </w:r>
    </w:p>
    <w:p w14:paraId="3934EF8B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"%s\n\n" "pgMapstats.sh mapped_hg19_unmapped_mm10" &gt;&gt; $</w:t>
      </w:r>
      <w:proofErr w:type="spellStart"/>
      <w:r w:rsidRPr="00DF5181">
        <w:rPr>
          <w:lang w:val="en-US"/>
        </w:rPr>
        <w:t>log_long</w:t>
      </w:r>
      <w:proofErr w:type="spellEnd"/>
    </w:p>
    <w:p w14:paraId="3ED68C6D" w14:textId="77777777" w:rsidR="00DF5181" w:rsidRPr="00DF5181" w:rsidRDefault="00DF5181" w:rsidP="00DF5181">
      <w:pPr>
        <w:rPr>
          <w:lang w:val="en-US"/>
        </w:rPr>
      </w:pPr>
    </w:p>
    <w:p w14:paraId="47D5FEC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pgMapstats.sh arg21_mapstats arg22_mapstats &amp;&gt;&gt;$</w:t>
      </w:r>
      <w:proofErr w:type="spellStart"/>
      <w:r w:rsidRPr="00DF5181">
        <w:rPr>
          <w:lang w:val="en-US"/>
        </w:rPr>
        <w:t>log_long</w:t>
      </w:r>
      <w:proofErr w:type="spellEnd"/>
    </w:p>
    <w:p w14:paraId="779BCF36" w14:textId="77777777" w:rsidR="00DF5181" w:rsidRPr="00DF5181" w:rsidRDefault="00DF5181" w:rsidP="00DF5181">
      <w:pPr>
        <w:rPr>
          <w:lang w:val="en-US"/>
        </w:rPr>
      </w:pPr>
    </w:p>
    <w:p w14:paraId="2F69504A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"%s\n\n" " "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763A028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cat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/</w:t>
      </w:r>
      <w:proofErr w:type="spellStart"/>
      <w:r w:rsidRPr="00DF5181">
        <w:rPr>
          <w:lang w:val="en-US"/>
        </w:rPr>
        <w:t>ver_mapstats</w:t>
      </w:r>
      <w:proofErr w:type="spellEnd"/>
      <w:r w:rsidRPr="00DF5181">
        <w:rPr>
          <w:lang w:val="en-US"/>
        </w:rPr>
        <w:t>"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2A7F87C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cat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}/arg2*_</w:t>
      </w:r>
      <w:proofErr w:type="spellStart"/>
      <w:r w:rsidRPr="00DF5181">
        <w:rPr>
          <w:lang w:val="en-US"/>
        </w:rPr>
        <w:t>mapstats</w:t>
      </w:r>
      <w:proofErr w:type="spellEnd"/>
      <w:r w:rsidRPr="00DF5181">
        <w:rPr>
          <w:lang w:val="en-US"/>
        </w:rPr>
        <w:t xml:space="preserve">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7988A080" w14:textId="77777777" w:rsidR="00DF5181" w:rsidRPr="00DF5181" w:rsidRDefault="00DF5181" w:rsidP="00DF5181">
      <w:proofErr w:type="spellStart"/>
      <w:r w:rsidRPr="00DF5181">
        <w:t>rm</w:t>
      </w:r>
      <w:proofErr w:type="spellEnd"/>
      <w:r w:rsidRPr="00DF5181">
        <w:t xml:space="preserve"> ${</w:t>
      </w:r>
      <w:proofErr w:type="spellStart"/>
      <w:r w:rsidRPr="00DF5181">
        <w:t>user_dir</w:t>
      </w:r>
      <w:proofErr w:type="spellEnd"/>
      <w:r w:rsidRPr="00DF5181">
        <w:t>}/arg2*_</w:t>
      </w:r>
      <w:proofErr w:type="spellStart"/>
      <w:r w:rsidRPr="00DF5181">
        <w:t>mapstats</w:t>
      </w:r>
      <w:proofErr w:type="spellEnd"/>
    </w:p>
    <w:p w14:paraId="09824C15" w14:textId="77777777" w:rsidR="00DF5181" w:rsidRPr="00DF5181" w:rsidRDefault="00DF5181" w:rsidP="00DF5181">
      <w:proofErr w:type="spellStart"/>
      <w:r w:rsidRPr="00DF5181">
        <w:t>rm</w:t>
      </w:r>
      <w:proofErr w:type="spellEnd"/>
      <w:r w:rsidRPr="00DF5181">
        <w:t xml:space="preserve"> "$</w:t>
      </w:r>
      <w:proofErr w:type="spellStart"/>
      <w:r w:rsidRPr="00DF5181">
        <w:t>user_dir</w:t>
      </w:r>
      <w:proofErr w:type="spellEnd"/>
      <w:r w:rsidRPr="00DF5181">
        <w:t>/</w:t>
      </w:r>
      <w:proofErr w:type="spellStart"/>
      <w:r w:rsidRPr="00DF5181">
        <w:t>ver_mapstats</w:t>
      </w:r>
      <w:proofErr w:type="spellEnd"/>
      <w:r w:rsidRPr="00DF5181">
        <w:t>"</w:t>
      </w:r>
    </w:p>
    <w:p w14:paraId="66AD8596" w14:textId="77777777" w:rsidR="00DF5181" w:rsidRPr="00DF5181" w:rsidRDefault="00DF5181" w:rsidP="00DF5181"/>
    <w:p w14:paraId="29EAC20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min=`cat "${mapstat_dir}/${experiment}_unmapped_mm10_mapped_hg19.min_mapped_reads.txt"`</w:t>
      </w:r>
    </w:p>
    <w:p w14:paraId="2E226E05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</w:t>
      </w:r>
      <w:proofErr w:type="spellStart"/>
      <w:r w:rsidRPr="00DF5181">
        <w:rPr>
          <w:lang w:val="en-US"/>
        </w:rPr>
        <w:t>t%s</w:t>
      </w:r>
      <w:proofErr w:type="spellEnd"/>
      <w:r w:rsidRPr="00DF5181">
        <w:rPr>
          <w:lang w:val="en-US"/>
        </w:rPr>
        <w:t>\n" "</w:t>
      </w:r>
      <w:proofErr w:type="spellStart"/>
      <w:r w:rsidRPr="00DF5181">
        <w:rPr>
          <w:lang w:val="en-US"/>
        </w:rPr>
        <w:t>min_mapped_reads</w:t>
      </w:r>
      <w:proofErr w:type="spellEnd"/>
      <w:r w:rsidRPr="00DF5181">
        <w:rPr>
          <w:lang w:val="en-US"/>
        </w:rPr>
        <w:t xml:space="preserve"> unmapped_mm10_mapped_hg19:" $min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79E389BC" w14:textId="77777777" w:rsidR="00DF5181" w:rsidRPr="00DF5181" w:rsidRDefault="00DF5181" w:rsidP="00DF5181">
      <w:pPr>
        <w:rPr>
          <w:lang w:val="en-US"/>
        </w:rPr>
      </w:pPr>
    </w:p>
    <w:p w14:paraId="2927DBE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##################################################################################</w:t>
      </w:r>
    </w:p>
    <w:p w14:paraId="792CB27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     3rd call of pgBowtie1.sh: mapped_mm10 -&gt; map to hg19   ############</w:t>
      </w:r>
    </w:p>
    <w:p w14:paraId="42C869B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</w:p>
    <w:p w14:paraId="1D8D2299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command line arguments:</w:t>
      </w:r>
    </w:p>
    <w:p w14:paraId="4A74FE2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>argument 1: one item per line</w:t>
      </w:r>
    </w:p>
    <w:p w14:paraId="05461AD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1: full path to 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 xml:space="preserve"> directory</w:t>
      </w:r>
    </w:p>
    <w:p w14:paraId="6D7FB42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2: full path to output-directory (bam- &amp; </w:t>
      </w:r>
      <w:proofErr w:type="spellStart"/>
      <w:r w:rsidRPr="00DF5181">
        <w:rPr>
          <w:lang w:val="en-US"/>
        </w:rPr>
        <w:t>sam</w:t>
      </w:r>
      <w:proofErr w:type="spellEnd"/>
      <w:r w:rsidRPr="00DF5181">
        <w:rPr>
          <w:lang w:val="en-US"/>
        </w:rPr>
        <w:t>-directory)</w:t>
      </w:r>
    </w:p>
    <w:p w14:paraId="572FB335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3: full path to user directory; optional - if no directory is provided, the "output directory" will be used</w:t>
      </w:r>
    </w:p>
    <w:p w14:paraId="5BFACD25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4: full path to bowtie1 genome</w:t>
      </w:r>
    </w:p>
    <w:p w14:paraId="3F9CFCE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5: additional </w:t>
      </w:r>
      <w:proofErr w:type="spellStart"/>
      <w:r w:rsidRPr="00DF5181">
        <w:rPr>
          <w:lang w:val="en-US"/>
        </w:rPr>
        <w:t>tophat</w:t>
      </w:r>
      <w:proofErr w:type="spellEnd"/>
      <w:r w:rsidRPr="00DF5181">
        <w:rPr>
          <w:lang w:val="en-US"/>
        </w:rPr>
        <w:t>/bowtie2  parameters (optional)</w:t>
      </w:r>
    </w:p>
    <w:p w14:paraId="049FECF0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 xml:space="preserve">argument 2: list of 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>-files</w:t>
      </w:r>
    </w:p>
    <w:p w14:paraId="065168B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1 ff: one 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>-file name per row (root name, without extension '.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>')</w:t>
      </w:r>
    </w:p>
    <w:p w14:paraId="7C29F5EF" w14:textId="77777777" w:rsidR="00DF5181" w:rsidRPr="00DF5181" w:rsidRDefault="00DF5181" w:rsidP="00DF5181">
      <w:pPr>
        <w:rPr>
          <w:lang w:val="en-US"/>
        </w:rPr>
      </w:pPr>
    </w:p>
    <w:p w14:paraId="70CCD565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define the command line variables</w:t>
      </w:r>
    </w:p>
    <w:p w14:paraId="7D23826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if [ ! -d "${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}/hg19/mapped_mm10" ]; then</w:t>
      </w:r>
    </w:p>
    <w:p w14:paraId="564E3C8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mkdir</w:t>
      </w:r>
      <w:proofErr w:type="spellEnd"/>
      <w:r w:rsidRPr="00DF5181">
        <w:rPr>
          <w:lang w:val="en-US"/>
        </w:rPr>
        <w:t xml:space="preserve"> -p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}/hg19/mapped_mm10</w:t>
      </w:r>
    </w:p>
    <w:p w14:paraId="1274C6C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fi</w:t>
      </w:r>
    </w:p>
    <w:p w14:paraId="24FBBCC8" w14:textId="77777777" w:rsidR="00DF5181" w:rsidRPr="00DF5181" w:rsidRDefault="00DF5181" w:rsidP="00DF5181">
      <w:pPr>
        <w:rPr>
          <w:lang w:val="en-US"/>
        </w:rPr>
      </w:pPr>
    </w:p>
    <w:p w14:paraId="6886065E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\n" "${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}/mm10/mapped_mm10" "${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}/hg19/mapped_mm10"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" "$bowtie1_dir/hg19" &gt;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}/arg31_bowtie1</w:t>
      </w:r>
    </w:p>
    <w:p w14:paraId="78AF297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awk '{OFS="\t"} {print $1"_mapped_mm10"}' $3 &gt;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}/arg32_bowtie1</w:t>
      </w:r>
    </w:p>
    <w:p w14:paraId="72D610CB" w14:textId="77777777" w:rsidR="00DF5181" w:rsidRPr="00DF5181" w:rsidRDefault="00DF5181" w:rsidP="00DF5181">
      <w:pPr>
        <w:rPr>
          <w:lang w:val="en-US"/>
        </w:rPr>
      </w:pPr>
    </w:p>
    <w:p w14:paraId="194F2AD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run the script</w:t>
      </w:r>
    </w:p>
    <w:p w14:paraId="0D2C4884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"%s\n\n" "pgChIPseq_spikein_mouse.sh:hg19_mapped_mm10" &gt;&gt; $</w:t>
      </w:r>
      <w:proofErr w:type="spellStart"/>
      <w:r w:rsidRPr="00DF5181">
        <w:rPr>
          <w:lang w:val="en-US"/>
        </w:rPr>
        <w:t>log_long</w:t>
      </w:r>
      <w:proofErr w:type="spellEnd"/>
    </w:p>
    <w:p w14:paraId="76E69677" w14:textId="77777777" w:rsidR="00DF5181" w:rsidRPr="00DF5181" w:rsidRDefault="00DF5181" w:rsidP="00DF5181">
      <w:pPr>
        <w:rPr>
          <w:lang w:val="en-US"/>
        </w:rPr>
      </w:pPr>
    </w:p>
    <w:p w14:paraId="07273B0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pgBowtie1.sh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}/arg31_bowtie1 ${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}/arg32_bowtie1</w:t>
      </w:r>
    </w:p>
    <w:p w14:paraId="070F853C" w14:textId="77777777" w:rsidR="00DF5181" w:rsidRPr="00DF5181" w:rsidRDefault="00DF5181" w:rsidP="00DF5181">
      <w:pPr>
        <w:rPr>
          <w:lang w:val="en-US"/>
        </w:rPr>
      </w:pPr>
    </w:p>
    <w:p w14:paraId="7977098A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"%s\n" " "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66B5DC8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cat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/ver_bowtie1"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69DB234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cat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}/arg3*_bowtie1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16E63A82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rm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}/arg3*_bowtie1</w:t>
      </w:r>
    </w:p>
    <w:p w14:paraId="195F5888" w14:textId="77777777" w:rsidR="00DF5181" w:rsidRPr="00DF5181" w:rsidRDefault="00DF5181" w:rsidP="00DF5181">
      <w:proofErr w:type="spellStart"/>
      <w:r w:rsidRPr="00DF5181">
        <w:t>rm</w:t>
      </w:r>
      <w:proofErr w:type="spellEnd"/>
      <w:r w:rsidRPr="00DF5181">
        <w:t xml:space="preserve"> "$</w:t>
      </w:r>
      <w:proofErr w:type="spellStart"/>
      <w:r w:rsidRPr="00DF5181">
        <w:t>user_dir</w:t>
      </w:r>
      <w:proofErr w:type="spellEnd"/>
      <w:r w:rsidRPr="00DF5181">
        <w:t>/ver_bowtie1"</w:t>
      </w:r>
    </w:p>
    <w:p w14:paraId="79D421EF" w14:textId="77777777" w:rsidR="00DF5181" w:rsidRPr="00DF5181" w:rsidRDefault="00DF5181" w:rsidP="00DF5181"/>
    <w:p w14:paraId="5A26C76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###########################################################################</w:t>
      </w:r>
    </w:p>
    <w:p w14:paraId="1CBDBFA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     3rd call of pgMapstats.sh:  mapped_mm10 -&gt; map to hg19  ####</w:t>
      </w:r>
    </w:p>
    <w:p w14:paraId="366EF4D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</w:p>
    <w:p w14:paraId="59B491C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command line arguments:</w:t>
      </w:r>
    </w:p>
    <w:p w14:paraId="7F499B2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lastRenderedPageBreak/>
        <w:t>#</w:t>
      </w:r>
      <w:r w:rsidRPr="00DF5181">
        <w:rPr>
          <w:lang w:val="en-US"/>
        </w:rPr>
        <w:tab/>
        <w:t>argument 1: one item per line</w:t>
      </w:r>
    </w:p>
    <w:p w14:paraId="45D1AD1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1: full path to input directory (containing sorted bam-files with index)</w:t>
      </w:r>
    </w:p>
    <w:p w14:paraId="17EA0C52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2: full path to output directory</w:t>
      </w:r>
    </w:p>
    <w:p w14:paraId="08E76BC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3: experiment name - to be used as the file name for output</w:t>
      </w:r>
    </w:p>
    <w:p w14:paraId="311E576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4: full path to user directory</w:t>
      </w:r>
    </w:p>
    <w:p w14:paraId="740D024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 xml:space="preserve">argument 2: </w:t>
      </w:r>
      <w:proofErr w:type="spellStart"/>
      <w:r w:rsidRPr="00DF5181">
        <w:rPr>
          <w:lang w:val="en-US"/>
        </w:rPr>
        <w:t>sample_file</w:t>
      </w:r>
      <w:proofErr w:type="spellEnd"/>
    </w:p>
    <w:p w14:paraId="321C7C0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1 ff: full name of bam-file (including extension ".bam")</w:t>
      </w:r>
    </w:p>
    <w:p w14:paraId="09CE576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last row: empty (\n)</w:t>
      </w:r>
    </w:p>
    <w:p w14:paraId="4BFCF6B8" w14:textId="77777777" w:rsidR="00DF5181" w:rsidRPr="00DF5181" w:rsidRDefault="00DF5181" w:rsidP="00DF5181">
      <w:pPr>
        <w:rPr>
          <w:lang w:val="en-US"/>
        </w:rPr>
      </w:pPr>
    </w:p>
    <w:p w14:paraId="4291CFEE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\n" "${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}/hg19/mapped_mm10" "$</w:t>
      </w:r>
      <w:proofErr w:type="spellStart"/>
      <w:r w:rsidRPr="00DF5181">
        <w:rPr>
          <w:lang w:val="en-US"/>
        </w:rPr>
        <w:t>mapstat_dir</w:t>
      </w:r>
      <w:proofErr w:type="spellEnd"/>
      <w:r w:rsidRPr="00DF5181">
        <w:rPr>
          <w:lang w:val="en-US"/>
        </w:rPr>
        <w:t>" "${experiment}_mapped_mm10_mapped_hg19"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" &gt;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}/arg31_mapstats</w:t>
      </w:r>
    </w:p>
    <w:p w14:paraId="6EE2A43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awk '{OFS="\t"} {print $1"_mapped_mm10_sort.bam"}' $3 &gt;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}/arg32_mapstats</w:t>
      </w:r>
    </w:p>
    <w:p w14:paraId="07C1D7A0" w14:textId="77777777" w:rsidR="00DF5181" w:rsidRPr="00DF5181" w:rsidRDefault="00DF5181" w:rsidP="00DF5181">
      <w:pPr>
        <w:rPr>
          <w:lang w:val="en-US"/>
        </w:rPr>
      </w:pPr>
    </w:p>
    <w:p w14:paraId="3279D74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run the script</w:t>
      </w:r>
    </w:p>
    <w:p w14:paraId="0744F446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"%s\n\n" "pgMapstats.sh mapped_hg19_mapped_mm10" &gt;&gt; $</w:t>
      </w:r>
      <w:proofErr w:type="spellStart"/>
      <w:r w:rsidRPr="00DF5181">
        <w:rPr>
          <w:lang w:val="en-US"/>
        </w:rPr>
        <w:t>log_long</w:t>
      </w:r>
      <w:proofErr w:type="spellEnd"/>
    </w:p>
    <w:p w14:paraId="7B5BD25B" w14:textId="77777777" w:rsidR="00DF5181" w:rsidRPr="00DF5181" w:rsidRDefault="00DF5181" w:rsidP="00DF5181">
      <w:pPr>
        <w:rPr>
          <w:lang w:val="en-US"/>
        </w:rPr>
      </w:pPr>
    </w:p>
    <w:p w14:paraId="0CA1DE5B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pgMapstats.sh arg31_mapstats arg32_mapstats &amp;&gt;&gt;$</w:t>
      </w:r>
      <w:proofErr w:type="spellStart"/>
      <w:r w:rsidRPr="00DF5181">
        <w:rPr>
          <w:lang w:val="en-US"/>
        </w:rPr>
        <w:t>log_long</w:t>
      </w:r>
      <w:proofErr w:type="spellEnd"/>
    </w:p>
    <w:p w14:paraId="38DBEEC0" w14:textId="77777777" w:rsidR="00DF5181" w:rsidRPr="00DF5181" w:rsidRDefault="00DF5181" w:rsidP="00DF5181">
      <w:pPr>
        <w:rPr>
          <w:lang w:val="en-US"/>
        </w:rPr>
      </w:pPr>
    </w:p>
    <w:p w14:paraId="6862FD3C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"%s\n\n" " "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3899DD8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cat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/</w:t>
      </w:r>
      <w:proofErr w:type="spellStart"/>
      <w:r w:rsidRPr="00DF5181">
        <w:rPr>
          <w:lang w:val="en-US"/>
        </w:rPr>
        <w:t>ver_mapstats</w:t>
      </w:r>
      <w:proofErr w:type="spellEnd"/>
      <w:r w:rsidRPr="00DF5181">
        <w:rPr>
          <w:lang w:val="en-US"/>
        </w:rPr>
        <w:t>"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01D58CF9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cat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}/arg3*_</w:t>
      </w:r>
      <w:proofErr w:type="spellStart"/>
      <w:r w:rsidRPr="00DF5181">
        <w:rPr>
          <w:lang w:val="en-US"/>
        </w:rPr>
        <w:t>mapstats</w:t>
      </w:r>
      <w:proofErr w:type="spellEnd"/>
      <w:r w:rsidRPr="00DF5181">
        <w:rPr>
          <w:lang w:val="en-US"/>
        </w:rPr>
        <w:t xml:space="preserve">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788DCDA6" w14:textId="77777777" w:rsidR="00DF5181" w:rsidRPr="00DF5181" w:rsidRDefault="00DF5181" w:rsidP="00DF5181">
      <w:proofErr w:type="spellStart"/>
      <w:r w:rsidRPr="00DF5181">
        <w:t>rm</w:t>
      </w:r>
      <w:proofErr w:type="spellEnd"/>
      <w:r w:rsidRPr="00DF5181">
        <w:t xml:space="preserve"> ${</w:t>
      </w:r>
      <w:proofErr w:type="spellStart"/>
      <w:r w:rsidRPr="00DF5181">
        <w:t>user_dir</w:t>
      </w:r>
      <w:proofErr w:type="spellEnd"/>
      <w:r w:rsidRPr="00DF5181">
        <w:t>}/arg3*_</w:t>
      </w:r>
      <w:proofErr w:type="spellStart"/>
      <w:r w:rsidRPr="00DF5181">
        <w:t>mapstats</w:t>
      </w:r>
      <w:proofErr w:type="spellEnd"/>
    </w:p>
    <w:p w14:paraId="7317450D" w14:textId="77777777" w:rsidR="00DF5181" w:rsidRPr="00DF5181" w:rsidRDefault="00DF5181" w:rsidP="00DF5181">
      <w:proofErr w:type="spellStart"/>
      <w:r w:rsidRPr="00DF5181">
        <w:t>rm</w:t>
      </w:r>
      <w:proofErr w:type="spellEnd"/>
      <w:r w:rsidRPr="00DF5181">
        <w:t xml:space="preserve"> "$</w:t>
      </w:r>
      <w:proofErr w:type="spellStart"/>
      <w:r w:rsidRPr="00DF5181">
        <w:t>user_dir</w:t>
      </w:r>
      <w:proofErr w:type="spellEnd"/>
      <w:r w:rsidRPr="00DF5181">
        <w:t>/</w:t>
      </w:r>
      <w:proofErr w:type="spellStart"/>
      <w:r w:rsidRPr="00DF5181">
        <w:t>ver_mapstats</w:t>
      </w:r>
      <w:proofErr w:type="spellEnd"/>
      <w:r w:rsidRPr="00DF5181">
        <w:t>"</w:t>
      </w:r>
    </w:p>
    <w:p w14:paraId="5EC0FC22" w14:textId="77777777" w:rsidR="00DF5181" w:rsidRPr="00DF5181" w:rsidRDefault="00DF5181" w:rsidP="00DF5181"/>
    <w:p w14:paraId="2C957A4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min=`cat "${mapstat_dir}/${experiment}_mapped_mm10_mapped_hg19.min_mapped_reads.txt"`</w:t>
      </w:r>
    </w:p>
    <w:p w14:paraId="7D817632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</w:t>
      </w:r>
      <w:proofErr w:type="spellStart"/>
      <w:r w:rsidRPr="00DF5181">
        <w:rPr>
          <w:lang w:val="en-US"/>
        </w:rPr>
        <w:t>t%s</w:t>
      </w:r>
      <w:proofErr w:type="spellEnd"/>
      <w:r w:rsidRPr="00DF5181">
        <w:rPr>
          <w:lang w:val="en-US"/>
        </w:rPr>
        <w:t>\n" "</w:t>
      </w:r>
      <w:proofErr w:type="spellStart"/>
      <w:r w:rsidRPr="00DF5181">
        <w:rPr>
          <w:lang w:val="en-US"/>
        </w:rPr>
        <w:t>min_mapped_reads</w:t>
      </w:r>
      <w:proofErr w:type="spellEnd"/>
      <w:r w:rsidRPr="00DF5181">
        <w:rPr>
          <w:lang w:val="en-US"/>
        </w:rPr>
        <w:t xml:space="preserve"> mapped_mm10_mapped_hg19:" $min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6AA04C08" w14:textId="77777777" w:rsidR="00DF5181" w:rsidRPr="00DF5181" w:rsidRDefault="00DF5181" w:rsidP="00DF5181">
      <w:pPr>
        <w:rPr>
          <w:lang w:val="en-US"/>
        </w:rPr>
      </w:pPr>
    </w:p>
    <w:p w14:paraId="2291B01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##################################################################################</w:t>
      </w:r>
    </w:p>
    <w:p w14:paraId="4A1D2C62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 xml:space="preserve">#####  </w:t>
      </w:r>
      <w:r w:rsidRPr="00DF5181">
        <w:rPr>
          <w:lang w:val="en-US"/>
        </w:rPr>
        <w:tab/>
        <w:t xml:space="preserve">establish 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>-files: mapped_mm10 -&gt; unmapped_hg19 -&gt; mapped_mm10   #####</w:t>
      </w:r>
    </w:p>
    <w:p w14:paraId="5C3C971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</w:p>
    <w:p w14:paraId="1B7E7334" w14:textId="77777777" w:rsidR="00DF5181" w:rsidRPr="00DF5181" w:rsidRDefault="00DF5181" w:rsidP="00DF5181">
      <w:pPr>
        <w:rPr>
          <w:lang w:val="en-US"/>
        </w:rPr>
      </w:pPr>
    </w:p>
    <w:p w14:paraId="5D165DCB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if [ ! -d "${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}/mm10/unmapped_hg19" ]; then</w:t>
      </w:r>
    </w:p>
    <w:p w14:paraId="3E190EA9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mkdir</w:t>
      </w:r>
      <w:proofErr w:type="spellEnd"/>
      <w:r w:rsidRPr="00DF5181">
        <w:rPr>
          <w:lang w:val="en-US"/>
        </w:rPr>
        <w:t xml:space="preserve"> -p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}/mm10/unmapped_hg19</w:t>
      </w:r>
    </w:p>
    <w:p w14:paraId="6254420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fi</w:t>
      </w:r>
    </w:p>
    <w:p w14:paraId="55762889" w14:textId="77777777" w:rsidR="00DF5181" w:rsidRPr="00DF5181" w:rsidRDefault="00DF5181" w:rsidP="00DF5181">
      <w:pPr>
        <w:rPr>
          <w:lang w:val="en-US"/>
        </w:rPr>
      </w:pPr>
    </w:p>
    <w:p w14:paraId="30FE04B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while read sample; do</w:t>
      </w:r>
    </w:p>
    <w:p w14:paraId="1C08688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samtools</w:t>
      </w:r>
      <w:proofErr w:type="spellEnd"/>
      <w:r w:rsidRPr="00DF5181">
        <w:rPr>
          <w:lang w:val="en-US"/>
        </w:rPr>
        <w:t xml:space="preserve"> bam2fq -@ 5 -f 4 $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/hg19/mapped_mm10/${sample}_mapped_mm10_sort.bam &gt; ${bam_dir}/mm10/unmapped_hg19/${sample}_mapped_mm10_unmapped_hg19.fastq</w:t>
      </w:r>
      <w:r w:rsidRPr="00DF5181">
        <w:rPr>
          <w:lang w:val="en-US"/>
        </w:rPr>
        <w:tab/>
        <w:t># original: -@ 20</w:t>
      </w:r>
    </w:p>
    <w:p w14:paraId="099EE0C8" w14:textId="77777777" w:rsidR="00DF5181" w:rsidRPr="00DF5181" w:rsidRDefault="00DF5181" w:rsidP="00DF5181">
      <w:pPr>
        <w:rPr>
          <w:lang w:val="en-US"/>
        </w:rPr>
      </w:pPr>
    </w:p>
    <w:p w14:paraId="2F22150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# add extended attributes</w:t>
      </w:r>
    </w:p>
    <w:p w14:paraId="498E56A2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lastRenderedPageBreak/>
        <w:tab/>
      </w:r>
      <w:proofErr w:type="spellStart"/>
      <w:r w:rsidRPr="00DF5181">
        <w:rPr>
          <w:lang w:val="en-US"/>
        </w:rPr>
        <w:t>old_attributes</w:t>
      </w:r>
      <w:proofErr w:type="spellEnd"/>
      <w:r w:rsidRPr="00DF5181">
        <w:rPr>
          <w:lang w:val="en-US"/>
        </w:rPr>
        <w:t>=`</w:t>
      </w:r>
      <w:proofErr w:type="spellStart"/>
      <w:r w:rsidRPr="00DF5181">
        <w:rPr>
          <w:lang w:val="en-US"/>
        </w:rPr>
        <w:t>getfattr</w:t>
      </w:r>
      <w:proofErr w:type="spellEnd"/>
      <w:r w:rsidRPr="00DF5181">
        <w:rPr>
          <w:lang w:val="en-US"/>
        </w:rPr>
        <w:t xml:space="preserve"> -n </w:t>
      </w:r>
      <w:proofErr w:type="spellStart"/>
      <w:r w:rsidRPr="00DF5181">
        <w:rPr>
          <w:lang w:val="en-US"/>
        </w:rPr>
        <w:t>user.comment</w:t>
      </w:r>
      <w:proofErr w:type="spellEnd"/>
      <w:r w:rsidRPr="00DF5181">
        <w:rPr>
          <w:lang w:val="en-US"/>
        </w:rPr>
        <w:t xml:space="preserve"> $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/hg19/mapped_mm10/${sample}_mapped_mm10_sort.bam | sed '1d' | sed 's/</w:t>
      </w:r>
      <w:proofErr w:type="spellStart"/>
      <w:r w:rsidRPr="00DF5181">
        <w:rPr>
          <w:lang w:val="en-US"/>
        </w:rPr>
        <w:t>user.comment</w:t>
      </w:r>
      <w:proofErr w:type="spellEnd"/>
      <w:r w:rsidRPr="00DF5181">
        <w:rPr>
          <w:lang w:val="en-US"/>
        </w:rPr>
        <w:t>=//' | sed 's/\"//g'`</w:t>
      </w:r>
    </w:p>
    <w:p w14:paraId="749E668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date=`date +%</w:t>
      </w:r>
      <w:proofErr w:type="spellStart"/>
      <w:r w:rsidRPr="00DF5181">
        <w:rPr>
          <w:lang w:val="en-US"/>
        </w:rPr>
        <w:t>y%m%d</w:t>
      </w:r>
      <w:proofErr w:type="spellEnd"/>
      <w:r w:rsidRPr="00DF5181">
        <w:rPr>
          <w:lang w:val="en-US"/>
        </w:rPr>
        <w:t>`</w:t>
      </w:r>
    </w:p>
    <w:p w14:paraId="7BD1506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added_attributes1="&lt;MOD&gt;$VER_CHIPSEQ_SPIKEIN_MOUSE&lt;/MOD&gt;&lt;DAT&gt;$date&lt;/DAT&gt;&lt;GEN&gt;unmapped_to_mm10&lt;/GEN&gt;&lt;FIL&gt;$bam_dir/hg19/mapped_mm10/${sample}_mapped_mm10.bam&lt;/FIL&gt;"</w:t>
      </w:r>
    </w:p>
    <w:p w14:paraId="2806017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new_attributes1="${</w:t>
      </w:r>
      <w:proofErr w:type="spellStart"/>
      <w:r w:rsidRPr="00DF5181">
        <w:rPr>
          <w:lang w:val="en-US"/>
        </w:rPr>
        <w:t>old_attributes</w:t>
      </w:r>
      <w:proofErr w:type="spellEnd"/>
      <w:r w:rsidRPr="00DF5181">
        <w:rPr>
          <w:lang w:val="en-US"/>
        </w:rPr>
        <w:t>}${added_attributes1}"</w:t>
      </w:r>
    </w:p>
    <w:p w14:paraId="0972224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setfattr</w:t>
      </w:r>
      <w:proofErr w:type="spellEnd"/>
      <w:r w:rsidRPr="00DF5181">
        <w:rPr>
          <w:lang w:val="en-US"/>
        </w:rPr>
        <w:t xml:space="preserve"> -n </w:t>
      </w:r>
      <w:proofErr w:type="spellStart"/>
      <w:r w:rsidRPr="00DF5181">
        <w:rPr>
          <w:lang w:val="en-US"/>
        </w:rPr>
        <w:t>user.comment</w:t>
      </w:r>
      <w:proofErr w:type="spellEnd"/>
      <w:r w:rsidRPr="00DF5181">
        <w:rPr>
          <w:lang w:val="en-US"/>
        </w:rPr>
        <w:t xml:space="preserve"> -v "$new_attributes1" ${bam_dir}/mm10/unmapped_hg19/${sample}_mapped_mm10_unmapped_hg19.fastq</w:t>
      </w:r>
    </w:p>
    <w:p w14:paraId="7A9A73B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done &lt; $</w:t>
      </w:r>
      <w:proofErr w:type="spellStart"/>
      <w:r w:rsidRPr="00DF5181">
        <w:rPr>
          <w:lang w:val="en-US"/>
        </w:rPr>
        <w:t>sample_file</w:t>
      </w:r>
      <w:proofErr w:type="spellEnd"/>
    </w:p>
    <w:p w14:paraId="1255C624" w14:textId="77777777" w:rsidR="00DF5181" w:rsidRPr="00DF5181" w:rsidRDefault="00DF5181" w:rsidP="00DF5181">
      <w:pPr>
        <w:rPr>
          <w:lang w:val="en-US"/>
        </w:rPr>
      </w:pPr>
    </w:p>
    <w:p w14:paraId="7F9F0F6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################################################################################################</w:t>
      </w:r>
    </w:p>
    <w:p w14:paraId="141E7800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     4th call of pgBowtie1.sh: mm10_mapped -&gt; hg19_unmapped -&gt; map to mm10  ##########</w:t>
      </w:r>
    </w:p>
    <w:p w14:paraId="6FEE577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</w:p>
    <w:p w14:paraId="259E444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command line arguments:</w:t>
      </w:r>
    </w:p>
    <w:p w14:paraId="43AF102B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>argument 1: one item per line</w:t>
      </w:r>
    </w:p>
    <w:p w14:paraId="2E0C256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1: full path to 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 xml:space="preserve"> directory</w:t>
      </w:r>
    </w:p>
    <w:p w14:paraId="23049E5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2: full path to output-directory (bam- &amp; </w:t>
      </w:r>
      <w:proofErr w:type="spellStart"/>
      <w:r w:rsidRPr="00DF5181">
        <w:rPr>
          <w:lang w:val="en-US"/>
        </w:rPr>
        <w:t>sam</w:t>
      </w:r>
      <w:proofErr w:type="spellEnd"/>
      <w:r w:rsidRPr="00DF5181">
        <w:rPr>
          <w:lang w:val="en-US"/>
        </w:rPr>
        <w:t>-directory)</w:t>
      </w:r>
    </w:p>
    <w:p w14:paraId="033B3DF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3: full path to user directory; optional - if no directory is provided, the "output directory" will be used</w:t>
      </w:r>
    </w:p>
    <w:p w14:paraId="12C59FE0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4: full path to bowtie1 genome</w:t>
      </w:r>
    </w:p>
    <w:p w14:paraId="4293181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5: additional </w:t>
      </w:r>
      <w:proofErr w:type="spellStart"/>
      <w:r w:rsidRPr="00DF5181">
        <w:rPr>
          <w:lang w:val="en-US"/>
        </w:rPr>
        <w:t>tophat</w:t>
      </w:r>
      <w:proofErr w:type="spellEnd"/>
      <w:r w:rsidRPr="00DF5181">
        <w:rPr>
          <w:lang w:val="en-US"/>
        </w:rPr>
        <w:t>/bowtie2  parameters (optional)</w:t>
      </w:r>
    </w:p>
    <w:p w14:paraId="2010E2C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 xml:space="preserve">argument 2: list of 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>-files</w:t>
      </w:r>
    </w:p>
    <w:p w14:paraId="42D9E39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1 ff: one 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>-file name per row (root name, without extension '.</w:t>
      </w:r>
      <w:proofErr w:type="spellStart"/>
      <w:r w:rsidRPr="00DF5181">
        <w:rPr>
          <w:lang w:val="en-US"/>
        </w:rPr>
        <w:t>fastq</w:t>
      </w:r>
      <w:proofErr w:type="spellEnd"/>
      <w:r w:rsidRPr="00DF5181">
        <w:rPr>
          <w:lang w:val="en-US"/>
        </w:rPr>
        <w:t>')</w:t>
      </w:r>
    </w:p>
    <w:p w14:paraId="3BFDAB4B" w14:textId="77777777" w:rsidR="00DF5181" w:rsidRPr="00DF5181" w:rsidRDefault="00DF5181" w:rsidP="00DF5181">
      <w:pPr>
        <w:rPr>
          <w:lang w:val="en-US"/>
        </w:rPr>
      </w:pPr>
    </w:p>
    <w:p w14:paraId="0DA12B00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\n" "${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}/mm10/unmapped_hg19" "${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}/mm10/unmapped_hg19"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" "$bowtie1_dir/mm10" &gt;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}/arg41_bowtie1</w:t>
      </w:r>
    </w:p>
    <w:p w14:paraId="7AFB4EC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awk '{OFS="\t"} {print $1"_mapped_mm10_unmapped_hg19"}' $3 &gt;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}/arg42_bowtie1</w:t>
      </w:r>
    </w:p>
    <w:p w14:paraId="160B0A55" w14:textId="77777777" w:rsidR="00DF5181" w:rsidRPr="00DF5181" w:rsidRDefault="00DF5181" w:rsidP="00DF5181">
      <w:pPr>
        <w:rPr>
          <w:lang w:val="en-US"/>
        </w:rPr>
      </w:pPr>
    </w:p>
    <w:p w14:paraId="40981C1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run the script</w:t>
      </w:r>
    </w:p>
    <w:p w14:paraId="267AADEC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"%s\n\n" "pgChIPseq_spikein_mouse.sh:mm10_mapped_mm10_unmapped_hg19" &gt;&gt; $</w:t>
      </w:r>
      <w:proofErr w:type="spellStart"/>
      <w:r w:rsidRPr="00DF5181">
        <w:rPr>
          <w:lang w:val="en-US"/>
        </w:rPr>
        <w:t>log_long</w:t>
      </w:r>
      <w:proofErr w:type="spellEnd"/>
    </w:p>
    <w:p w14:paraId="4B6EEB1C" w14:textId="77777777" w:rsidR="00DF5181" w:rsidRPr="00DF5181" w:rsidRDefault="00DF5181" w:rsidP="00DF5181">
      <w:pPr>
        <w:rPr>
          <w:lang w:val="en-US"/>
        </w:rPr>
      </w:pPr>
    </w:p>
    <w:p w14:paraId="793E69B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pgBowtie1.sh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}/arg41_bowtie1 ${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}/arg42_bowtie1</w:t>
      </w:r>
    </w:p>
    <w:p w14:paraId="6A6B45F5" w14:textId="77777777" w:rsidR="00DF5181" w:rsidRPr="00DF5181" w:rsidRDefault="00DF5181" w:rsidP="00DF5181">
      <w:pPr>
        <w:rPr>
          <w:lang w:val="en-US"/>
        </w:rPr>
      </w:pPr>
    </w:p>
    <w:p w14:paraId="3067C12A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"%s\n" " "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176A371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cat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/ver_bowtie1"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60CFFDC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cat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}/arg4*_bowtie1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2647199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rm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}/arg4*_bowtie1</w:t>
      </w:r>
    </w:p>
    <w:p w14:paraId="10AD0049" w14:textId="77777777" w:rsidR="00DF5181" w:rsidRPr="00DF5181" w:rsidRDefault="00DF5181" w:rsidP="00DF5181">
      <w:proofErr w:type="spellStart"/>
      <w:r w:rsidRPr="00DF5181">
        <w:t>rm</w:t>
      </w:r>
      <w:proofErr w:type="spellEnd"/>
      <w:r w:rsidRPr="00DF5181">
        <w:t xml:space="preserve"> "$</w:t>
      </w:r>
      <w:proofErr w:type="spellStart"/>
      <w:r w:rsidRPr="00DF5181">
        <w:t>user_dir</w:t>
      </w:r>
      <w:proofErr w:type="spellEnd"/>
      <w:r w:rsidRPr="00DF5181">
        <w:t>/ver_bowtie1"</w:t>
      </w:r>
    </w:p>
    <w:p w14:paraId="57F0A8DD" w14:textId="77777777" w:rsidR="00DF5181" w:rsidRPr="00DF5181" w:rsidRDefault="00DF5181" w:rsidP="00DF5181"/>
    <w:p w14:paraId="468B16E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##################################################################################################</w:t>
      </w:r>
    </w:p>
    <w:p w14:paraId="60FA75FB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lastRenderedPageBreak/>
        <w:t xml:space="preserve">#####  </w:t>
      </w:r>
      <w:r w:rsidRPr="00DF5181">
        <w:rPr>
          <w:lang w:val="en-US"/>
        </w:rPr>
        <w:tab/>
        <w:t>establish bam-files: mapped_mm10_only = mm10_mapped -&gt; hg19_unmapped -&gt; mm10_mapped  #####</w:t>
      </w:r>
    </w:p>
    <w:p w14:paraId="038D04C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</w:p>
    <w:p w14:paraId="53FC79DE" w14:textId="77777777" w:rsidR="00DF5181" w:rsidRPr="00DF5181" w:rsidRDefault="00DF5181" w:rsidP="00DF5181">
      <w:pPr>
        <w:rPr>
          <w:lang w:val="en-US"/>
        </w:rPr>
      </w:pPr>
    </w:p>
    <w:p w14:paraId="17DC0900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if [ ! -d "${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}/mm10/mapped_mm10_only" ]; then</w:t>
      </w:r>
    </w:p>
    <w:p w14:paraId="6F52062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mkdir</w:t>
      </w:r>
      <w:proofErr w:type="spellEnd"/>
      <w:r w:rsidRPr="00DF5181">
        <w:rPr>
          <w:lang w:val="en-US"/>
        </w:rPr>
        <w:t xml:space="preserve"> -p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}/mm10/mapped_mm10_only</w:t>
      </w:r>
    </w:p>
    <w:p w14:paraId="38C43A5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fi</w:t>
      </w:r>
    </w:p>
    <w:p w14:paraId="5AFE68BA" w14:textId="77777777" w:rsidR="00DF5181" w:rsidRPr="00DF5181" w:rsidRDefault="00DF5181" w:rsidP="00DF5181">
      <w:pPr>
        <w:rPr>
          <w:lang w:val="en-US"/>
        </w:rPr>
      </w:pPr>
    </w:p>
    <w:p w14:paraId="6D049AF5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while read sample; do</w:t>
      </w:r>
    </w:p>
    <w:p w14:paraId="64B99EB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samtools</w:t>
      </w:r>
      <w:proofErr w:type="spellEnd"/>
      <w:r w:rsidRPr="00DF5181">
        <w:rPr>
          <w:lang w:val="en-US"/>
        </w:rPr>
        <w:t xml:space="preserve"> view -@ 5 -F 4 -O BAM -o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}/mm10/mapped_mm10_only/${sample}_only_mm10.bam ${bam_dir}/mm10/unmapped_hg19/${sample}_mapped_mm10_unmapped_hg19_sort.bam</w:t>
      </w:r>
      <w:r w:rsidRPr="00DF5181">
        <w:rPr>
          <w:lang w:val="en-US"/>
        </w:rPr>
        <w:tab/>
        <w:t># original: -@ 20</w:t>
      </w:r>
    </w:p>
    <w:p w14:paraId="400ABA1B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samtools</w:t>
      </w:r>
      <w:proofErr w:type="spellEnd"/>
      <w:r w:rsidRPr="00DF5181">
        <w:rPr>
          <w:lang w:val="en-US"/>
        </w:rPr>
        <w:t xml:space="preserve"> sort -@ 5 ${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}/mm10/mapped_mm10_only/${sample}_only_mm10.bam -o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}/mm10/mapped_mm10_only/${sample}_only_mm10_sort.bam</w:t>
      </w:r>
      <w:r w:rsidRPr="00DF5181">
        <w:rPr>
          <w:lang w:val="en-US"/>
        </w:rPr>
        <w:tab/>
      </w:r>
      <w:r w:rsidRPr="00DF5181">
        <w:rPr>
          <w:lang w:val="en-US"/>
        </w:rPr>
        <w:tab/>
      </w:r>
      <w:r w:rsidRPr="00DF5181">
        <w:rPr>
          <w:lang w:val="en-US"/>
        </w:rPr>
        <w:tab/>
      </w:r>
      <w:r w:rsidRPr="00DF5181">
        <w:rPr>
          <w:lang w:val="en-US"/>
        </w:rPr>
        <w:tab/>
      </w:r>
      <w:r w:rsidRPr="00DF5181">
        <w:rPr>
          <w:lang w:val="en-US"/>
        </w:rPr>
        <w:tab/>
      </w:r>
      <w:r w:rsidRPr="00DF5181">
        <w:rPr>
          <w:lang w:val="en-US"/>
        </w:rPr>
        <w:tab/>
      </w:r>
      <w:r w:rsidRPr="00DF5181">
        <w:rPr>
          <w:lang w:val="en-US"/>
        </w:rPr>
        <w:tab/>
        <w:t># original: -@ 20</w:t>
      </w:r>
    </w:p>
    <w:p w14:paraId="76927FA9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rm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}/mm10/mapped_mm10_only/${sample}_only_mm10.bam</w:t>
      </w:r>
    </w:p>
    <w:p w14:paraId="6D387F2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samtools</w:t>
      </w:r>
      <w:proofErr w:type="spellEnd"/>
      <w:r w:rsidRPr="00DF5181">
        <w:rPr>
          <w:lang w:val="en-US"/>
        </w:rPr>
        <w:t xml:space="preserve"> index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}/mm10/mapped_mm10_only/${sample}_only_mm10_sort.bam</w:t>
      </w:r>
    </w:p>
    <w:p w14:paraId="2B724E9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mappedreads</w:t>
      </w:r>
      <w:proofErr w:type="spellEnd"/>
      <w:r w:rsidRPr="00DF5181">
        <w:rPr>
          <w:lang w:val="en-US"/>
        </w:rPr>
        <w:t>=`</w:t>
      </w:r>
      <w:proofErr w:type="spellStart"/>
      <w:r w:rsidRPr="00DF5181">
        <w:rPr>
          <w:lang w:val="en-US"/>
        </w:rPr>
        <w:t>samtools</w:t>
      </w:r>
      <w:proofErr w:type="spellEnd"/>
      <w:r w:rsidRPr="00DF5181">
        <w:rPr>
          <w:lang w:val="en-US"/>
        </w:rPr>
        <w:t xml:space="preserve"> </w:t>
      </w:r>
      <w:proofErr w:type="spellStart"/>
      <w:r w:rsidRPr="00DF5181">
        <w:rPr>
          <w:lang w:val="en-US"/>
        </w:rPr>
        <w:t>idxstats</w:t>
      </w:r>
      <w:proofErr w:type="spellEnd"/>
      <w:r w:rsidRPr="00DF5181">
        <w:rPr>
          <w:lang w:val="en-US"/>
        </w:rPr>
        <w:t xml:space="preserve">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}/mm10/mapped_mm10_only/${sample}_only_mm10_sort.bam | grep -v "*" | awk '{s+=$3} END {print s}'`</w:t>
      </w:r>
    </w:p>
    <w:p w14:paraId="5B3DA77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unmappedreads</w:t>
      </w:r>
      <w:proofErr w:type="spellEnd"/>
      <w:r w:rsidRPr="00DF5181">
        <w:rPr>
          <w:lang w:val="en-US"/>
        </w:rPr>
        <w:t>=`</w:t>
      </w:r>
      <w:proofErr w:type="spellStart"/>
      <w:r w:rsidRPr="00DF5181">
        <w:rPr>
          <w:lang w:val="en-US"/>
        </w:rPr>
        <w:t>samtools</w:t>
      </w:r>
      <w:proofErr w:type="spellEnd"/>
      <w:r w:rsidRPr="00DF5181">
        <w:rPr>
          <w:lang w:val="en-US"/>
        </w:rPr>
        <w:t xml:space="preserve"> </w:t>
      </w:r>
      <w:proofErr w:type="spellStart"/>
      <w:r w:rsidRPr="00DF5181">
        <w:rPr>
          <w:lang w:val="en-US"/>
        </w:rPr>
        <w:t>idxstats</w:t>
      </w:r>
      <w:proofErr w:type="spellEnd"/>
      <w:r w:rsidRPr="00DF5181">
        <w:rPr>
          <w:lang w:val="en-US"/>
        </w:rPr>
        <w:t xml:space="preserve">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}/mm10/mapped_mm10_only/${sample}_only_mm10_sort.bam | grep "*" | awk '{print $4}'`</w:t>
      </w:r>
    </w:p>
    <w:p w14:paraId="674F157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total=`echo $((</w:t>
      </w:r>
      <w:proofErr w:type="spellStart"/>
      <w:r w:rsidRPr="00DF5181">
        <w:rPr>
          <w:lang w:val="en-US"/>
        </w:rPr>
        <w:t>mappedreads+unmappedreads</w:t>
      </w:r>
      <w:proofErr w:type="spellEnd"/>
      <w:r w:rsidRPr="00DF5181">
        <w:rPr>
          <w:lang w:val="en-US"/>
        </w:rPr>
        <w:t>))`</w:t>
      </w:r>
    </w:p>
    <w:p w14:paraId="5FF752C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r w:rsidRPr="00DF5181">
        <w:rPr>
          <w:lang w:val="en-US"/>
        </w:rPr>
        <w:tab/>
      </w:r>
      <w:r w:rsidRPr="00DF5181">
        <w:rPr>
          <w:lang w:val="en-US"/>
        </w:rPr>
        <w:tab/>
      </w:r>
    </w:p>
    <w:p w14:paraId="2E2F0F8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# add extended attributes</w:t>
      </w:r>
    </w:p>
    <w:p w14:paraId="5E749912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old_attributes</w:t>
      </w:r>
      <w:proofErr w:type="spellEnd"/>
      <w:r w:rsidRPr="00DF5181">
        <w:rPr>
          <w:lang w:val="en-US"/>
        </w:rPr>
        <w:t>=`</w:t>
      </w:r>
      <w:proofErr w:type="spellStart"/>
      <w:r w:rsidRPr="00DF5181">
        <w:rPr>
          <w:lang w:val="en-US"/>
        </w:rPr>
        <w:t>getfattr</w:t>
      </w:r>
      <w:proofErr w:type="spellEnd"/>
      <w:r w:rsidRPr="00DF5181">
        <w:rPr>
          <w:lang w:val="en-US"/>
        </w:rPr>
        <w:t xml:space="preserve"> -n </w:t>
      </w:r>
      <w:proofErr w:type="spellStart"/>
      <w:r w:rsidRPr="00DF5181">
        <w:rPr>
          <w:lang w:val="en-US"/>
        </w:rPr>
        <w:t>user.comment</w:t>
      </w:r>
      <w:proofErr w:type="spellEnd"/>
      <w:r w:rsidRPr="00DF5181">
        <w:rPr>
          <w:lang w:val="en-US"/>
        </w:rPr>
        <w:t xml:space="preserve"> ${bam_dir}/mm10/unmapped_hg19/${sample}_mapped_mm10_unmapped_hg19_sort.bam | sed '1d' | sed 's/</w:t>
      </w:r>
      <w:proofErr w:type="spellStart"/>
      <w:r w:rsidRPr="00DF5181">
        <w:rPr>
          <w:lang w:val="en-US"/>
        </w:rPr>
        <w:t>user.comment</w:t>
      </w:r>
      <w:proofErr w:type="spellEnd"/>
      <w:r w:rsidRPr="00DF5181">
        <w:rPr>
          <w:lang w:val="en-US"/>
        </w:rPr>
        <w:t>=//' | sed 's/\"//g'`</w:t>
      </w:r>
    </w:p>
    <w:p w14:paraId="3A21234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date=`date +%</w:t>
      </w:r>
      <w:proofErr w:type="spellStart"/>
      <w:r w:rsidRPr="00DF5181">
        <w:rPr>
          <w:lang w:val="en-US"/>
        </w:rPr>
        <w:t>y%m%d</w:t>
      </w:r>
      <w:proofErr w:type="spellEnd"/>
      <w:r w:rsidRPr="00DF5181">
        <w:rPr>
          <w:lang w:val="en-US"/>
        </w:rPr>
        <w:t>`</w:t>
      </w:r>
    </w:p>
    <w:p w14:paraId="245234A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added_attributes1="&lt;MOD&gt;$VER_CHIPSEQ_SPIKEIN_MOUSE&lt;/MOD&gt;&lt;GEN&gt;only_mapped_to_hg19&lt;/GEN&gt;&lt;FIL&gt;${bam_dir}/mm10/unmapped_hg19/${sample}_mapped_mm10_unmapped_hg19_sort.bam&lt;/FIL&gt;&lt;NUM&gt;$total&lt;/NUM&gt;&lt;MAP&gt;$mappedreads&lt;/MAP&gt;&lt;UNM&gt;$unmappedreads&lt;/UNM&gt;"</w:t>
      </w:r>
    </w:p>
    <w:p w14:paraId="00BBB64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new_attributes1="${</w:t>
      </w:r>
      <w:proofErr w:type="spellStart"/>
      <w:r w:rsidRPr="00DF5181">
        <w:rPr>
          <w:lang w:val="en-US"/>
        </w:rPr>
        <w:t>old_attributes</w:t>
      </w:r>
      <w:proofErr w:type="spellEnd"/>
      <w:r w:rsidRPr="00DF5181">
        <w:rPr>
          <w:lang w:val="en-US"/>
        </w:rPr>
        <w:t>}${added_attributes1}"</w:t>
      </w:r>
    </w:p>
    <w:p w14:paraId="3C4D7F90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setfattr</w:t>
      </w:r>
      <w:proofErr w:type="spellEnd"/>
      <w:r w:rsidRPr="00DF5181">
        <w:rPr>
          <w:lang w:val="en-US"/>
        </w:rPr>
        <w:t xml:space="preserve"> -n </w:t>
      </w:r>
      <w:proofErr w:type="spellStart"/>
      <w:r w:rsidRPr="00DF5181">
        <w:rPr>
          <w:lang w:val="en-US"/>
        </w:rPr>
        <w:t>user.comment</w:t>
      </w:r>
      <w:proofErr w:type="spellEnd"/>
      <w:r w:rsidRPr="00DF5181">
        <w:rPr>
          <w:lang w:val="en-US"/>
        </w:rPr>
        <w:t xml:space="preserve"> -v "$new_attributes1"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}/mm10/mapped_mm10_only/${sample}_only_mm10_sort.bam</w:t>
      </w:r>
    </w:p>
    <w:p w14:paraId="04239E1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setfattr</w:t>
      </w:r>
      <w:proofErr w:type="spellEnd"/>
      <w:r w:rsidRPr="00DF5181">
        <w:rPr>
          <w:lang w:val="en-US"/>
        </w:rPr>
        <w:t xml:space="preserve"> -n </w:t>
      </w:r>
      <w:proofErr w:type="spellStart"/>
      <w:r w:rsidRPr="00DF5181">
        <w:rPr>
          <w:lang w:val="en-US"/>
        </w:rPr>
        <w:t>user.comment</w:t>
      </w:r>
      <w:proofErr w:type="spellEnd"/>
      <w:r w:rsidRPr="00DF5181">
        <w:rPr>
          <w:lang w:val="en-US"/>
        </w:rPr>
        <w:t xml:space="preserve"> -v "$new_attributes1" ${bam_dir}/mm10/mapped_mm10_only/${sample}_only_mm10_sort.bam.bai</w:t>
      </w:r>
    </w:p>
    <w:p w14:paraId="6575ABE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done &lt; $</w:t>
      </w:r>
      <w:proofErr w:type="spellStart"/>
      <w:r w:rsidRPr="00DF5181">
        <w:rPr>
          <w:lang w:val="en-US"/>
        </w:rPr>
        <w:t>sample_file</w:t>
      </w:r>
      <w:proofErr w:type="spellEnd"/>
    </w:p>
    <w:p w14:paraId="6E51AACA" w14:textId="77777777" w:rsidR="00DF5181" w:rsidRPr="00DF5181" w:rsidRDefault="00DF5181" w:rsidP="00DF5181">
      <w:pPr>
        <w:rPr>
          <w:lang w:val="en-US"/>
        </w:rPr>
      </w:pPr>
    </w:p>
    <w:p w14:paraId="4E1205B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############################################################################################</w:t>
      </w:r>
    </w:p>
    <w:p w14:paraId="2471FA6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     4th call of pgMapstats.sh: mm10_mapped -&gt; hg19_unmapped -&gt; map to mm10   ####</w:t>
      </w:r>
    </w:p>
    <w:p w14:paraId="439FE86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lastRenderedPageBreak/>
        <w:t>#</w:t>
      </w:r>
    </w:p>
    <w:p w14:paraId="68A2BC75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command line arguments:</w:t>
      </w:r>
    </w:p>
    <w:p w14:paraId="4624D1E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>argument 1: one item per line</w:t>
      </w:r>
    </w:p>
    <w:p w14:paraId="0D969A3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1: full path to input directory (containing sorted bam-files with index)</w:t>
      </w:r>
    </w:p>
    <w:p w14:paraId="65A6E20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2: full path to output directory</w:t>
      </w:r>
    </w:p>
    <w:p w14:paraId="4E3A33A2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3: experiment name - to be used as the file name for output</w:t>
      </w:r>
    </w:p>
    <w:p w14:paraId="29DBA8D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4: full path to user directory</w:t>
      </w:r>
    </w:p>
    <w:p w14:paraId="6AE8210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 xml:space="preserve">argument 2: </w:t>
      </w:r>
      <w:proofErr w:type="spellStart"/>
      <w:r w:rsidRPr="00DF5181">
        <w:rPr>
          <w:lang w:val="en-US"/>
        </w:rPr>
        <w:t>sample_file</w:t>
      </w:r>
      <w:proofErr w:type="spellEnd"/>
    </w:p>
    <w:p w14:paraId="6648183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1 ff: full name of bam-file (including extension ".bam")</w:t>
      </w:r>
    </w:p>
    <w:p w14:paraId="76D57D1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last row: empty (\n)</w:t>
      </w:r>
    </w:p>
    <w:p w14:paraId="772D0BBC" w14:textId="77777777" w:rsidR="00DF5181" w:rsidRPr="00DF5181" w:rsidRDefault="00DF5181" w:rsidP="00DF5181">
      <w:pPr>
        <w:rPr>
          <w:lang w:val="en-US"/>
        </w:rPr>
      </w:pPr>
    </w:p>
    <w:p w14:paraId="16281B78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>\n" "${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}/mm10/unmapped_hg19" "$</w:t>
      </w:r>
      <w:proofErr w:type="spellStart"/>
      <w:r w:rsidRPr="00DF5181">
        <w:rPr>
          <w:lang w:val="en-US"/>
        </w:rPr>
        <w:t>mapstat_dir</w:t>
      </w:r>
      <w:proofErr w:type="spellEnd"/>
      <w:r w:rsidRPr="00DF5181">
        <w:rPr>
          <w:lang w:val="en-US"/>
        </w:rPr>
        <w:t>" "${experiment}_mapped_mm10_unmapped_hg19"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" &gt;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}/arg41_mapstats</w:t>
      </w:r>
    </w:p>
    <w:p w14:paraId="1BB27AE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awk '{OFS="\t"} {print $1"_mapped_mm10_unmapped_hg19_sort.bam"}' $3 &gt;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}/arg42_mapstats</w:t>
      </w:r>
    </w:p>
    <w:p w14:paraId="29228FA5" w14:textId="77777777" w:rsidR="00DF5181" w:rsidRPr="00DF5181" w:rsidRDefault="00DF5181" w:rsidP="00DF5181">
      <w:pPr>
        <w:rPr>
          <w:lang w:val="en-US"/>
        </w:rPr>
      </w:pPr>
    </w:p>
    <w:p w14:paraId="2DED739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run the script</w:t>
      </w:r>
    </w:p>
    <w:p w14:paraId="09789970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"%s\n\n" "pgMapstats.sh mapped_hg19_mapped_mm10" &gt;&gt; $</w:t>
      </w:r>
      <w:proofErr w:type="spellStart"/>
      <w:r w:rsidRPr="00DF5181">
        <w:rPr>
          <w:lang w:val="en-US"/>
        </w:rPr>
        <w:t>log_long</w:t>
      </w:r>
      <w:proofErr w:type="spellEnd"/>
    </w:p>
    <w:p w14:paraId="72A323E4" w14:textId="77777777" w:rsidR="00DF5181" w:rsidRPr="00DF5181" w:rsidRDefault="00DF5181" w:rsidP="00DF5181">
      <w:pPr>
        <w:rPr>
          <w:lang w:val="en-US"/>
        </w:rPr>
      </w:pPr>
    </w:p>
    <w:p w14:paraId="77A4E99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pgMapstats.sh arg41_mapstats arg42_mapstats &amp;&gt;&gt;$</w:t>
      </w:r>
      <w:proofErr w:type="spellStart"/>
      <w:r w:rsidRPr="00DF5181">
        <w:rPr>
          <w:lang w:val="en-US"/>
        </w:rPr>
        <w:t>log_long</w:t>
      </w:r>
      <w:proofErr w:type="spellEnd"/>
    </w:p>
    <w:p w14:paraId="0CA27185" w14:textId="77777777" w:rsidR="00DF5181" w:rsidRPr="00DF5181" w:rsidRDefault="00DF5181" w:rsidP="00DF5181">
      <w:pPr>
        <w:rPr>
          <w:lang w:val="en-US"/>
        </w:rPr>
      </w:pPr>
    </w:p>
    <w:p w14:paraId="4EE9B430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"%s\n\n" " "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76B26A1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cat "$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/</w:t>
      </w:r>
      <w:proofErr w:type="spellStart"/>
      <w:r w:rsidRPr="00DF5181">
        <w:rPr>
          <w:lang w:val="en-US"/>
        </w:rPr>
        <w:t>ver_mapstats</w:t>
      </w:r>
      <w:proofErr w:type="spellEnd"/>
      <w:r w:rsidRPr="00DF5181">
        <w:rPr>
          <w:lang w:val="en-US"/>
        </w:rPr>
        <w:t>"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359D716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cat ${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}/arg4*_</w:t>
      </w:r>
      <w:proofErr w:type="spellStart"/>
      <w:r w:rsidRPr="00DF5181">
        <w:rPr>
          <w:lang w:val="en-US"/>
        </w:rPr>
        <w:t>mapstats</w:t>
      </w:r>
      <w:proofErr w:type="spellEnd"/>
      <w:r w:rsidRPr="00DF5181">
        <w:rPr>
          <w:lang w:val="en-US"/>
        </w:rPr>
        <w:t xml:space="preserve">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7413CC3C" w14:textId="77777777" w:rsidR="00DF5181" w:rsidRPr="00DF5181" w:rsidRDefault="00DF5181" w:rsidP="00DF5181">
      <w:proofErr w:type="spellStart"/>
      <w:r w:rsidRPr="00DF5181">
        <w:t>rm</w:t>
      </w:r>
      <w:proofErr w:type="spellEnd"/>
      <w:r w:rsidRPr="00DF5181">
        <w:t xml:space="preserve"> ${</w:t>
      </w:r>
      <w:proofErr w:type="spellStart"/>
      <w:r w:rsidRPr="00DF5181">
        <w:t>user_dir</w:t>
      </w:r>
      <w:proofErr w:type="spellEnd"/>
      <w:r w:rsidRPr="00DF5181">
        <w:t>}/arg4*_</w:t>
      </w:r>
      <w:proofErr w:type="spellStart"/>
      <w:r w:rsidRPr="00DF5181">
        <w:t>mapstats</w:t>
      </w:r>
      <w:proofErr w:type="spellEnd"/>
    </w:p>
    <w:p w14:paraId="368F21DE" w14:textId="77777777" w:rsidR="00DF5181" w:rsidRPr="00DF5181" w:rsidRDefault="00DF5181" w:rsidP="00DF5181">
      <w:proofErr w:type="spellStart"/>
      <w:r w:rsidRPr="00DF5181">
        <w:t>rm</w:t>
      </w:r>
      <w:proofErr w:type="spellEnd"/>
      <w:r w:rsidRPr="00DF5181">
        <w:t xml:space="preserve"> "$</w:t>
      </w:r>
      <w:proofErr w:type="spellStart"/>
      <w:r w:rsidRPr="00DF5181">
        <w:t>user_dir</w:t>
      </w:r>
      <w:proofErr w:type="spellEnd"/>
      <w:r w:rsidRPr="00DF5181">
        <w:t>/</w:t>
      </w:r>
      <w:proofErr w:type="spellStart"/>
      <w:r w:rsidRPr="00DF5181">
        <w:t>ver_mapstats</w:t>
      </w:r>
      <w:proofErr w:type="spellEnd"/>
      <w:r w:rsidRPr="00DF5181">
        <w:t>"</w:t>
      </w:r>
    </w:p>
    <w:p w14:paraId="2C131618" w14:textId="77777777" w:rsidR="00DF5181" w:rsidRPr="00DF5181" w:rsidRDefault="00DF5181" w:rsidP="00DF5181"/>
    <w:p w14:paraId="7343656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min=`cat "${mapstat_dir}/${experiment}_mapped_mm10_unmapped_hg19.min_mapped_reads.txt"`</w:t>
      </w:r>
    </w:p>
    <w:p w14:paraId="7B95A2E3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</w:t>
      </w:r>
      <w:proofErr w:type="spellStart"/>
      <w:r w:rsidRPr="00DF5181">
        <w:rPr>
          <w:lang w:val="en-US"/>
        </w:rPr>
        <w:t>t%s</w:t>
      </w:r>
      <w:proofErr w:type="spellEnd"/>
      <w:r w:rsidRPr="00DF5181">
        <w:rPr>
          <w:lang w:val="en-US"/>
        </w:rPr>
        <w:t>\n" "</w:t>
      </w:r>
      <w:proofErr w:type="spellStart"/>
      <w:r w:rsidRPr="00DF5181">
        <w:rPr>
          <w:lang w:val="en-US"/>
        </w:rPr>
        <w:t>min_mapped_reads</w:t>
      </w:r>
      <w:proofErr w:type="spellEnd"/>
      <w:r w:rsidRPr="00DF5181">
        <w:rPr>
          <w:lang w:val="en-US"/>
        </w:rPr>
        <w:t xml:space="preserve"> mapped_hg19_mapped_mm10:" $min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3696DE85" w14:textId="77777777" w:rsidR="00DF5181" w:rsidRPr="00DF5181" w:rsidRDefault="00DF5181" w:rsidP="00DF5181">
      <w:pPr>
        <w:rPr>
          <w:lang w:val="en-US"/>
        </w:rPr>
      </w:pPr>
    </w:p>
    <w:p w14:paraId="54E35820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###############################################</w:t>
      </w:r>
    </w:p>
    <w:p w14:paraId="30B8AC3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     end of the program    ##########</w:t>
      </w:r>
    </w:p>
    <w:p w14:paraId="37B3F66D" w14:textId="77777777" w:rsidR="00DF5181" w:rsidRPr="00DF5181" w:rsidRDefault="00DF5181" w:rsidP="00DF5181">
      <w:pPr>
        <w:rPr>
          <w:lang w:val="en-US"/>
        </w:rPr>
      </w:pPr>
    </w:p>
    <w:p w14:paraId="0E0186C5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end=`date +%s`</w:t>
      </w:r>
    </w:p>
    <w:p w14:paraId="6B9BFED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runtime=$((end-start))</w:t>
      </w:r>
    </w:p>
    <w:p w14:paraId="5A8D798A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"\</w:t>
      </w:r>
      <w:proofErr w:type="spellStart"/>
      <w:r w:rsidRPr="00DF5181">
        <w:rPr>
          <w:lang w:val="en-US"/>
        </w:rPr>
        <w:t>n%s</w:t>
      </w:r>
      <w:proofErr w:type="spellEnd"/>
      <w:r w:rsidRPr="00DF5181">
        <w:rPr>
          <w:lang w:val="en-US"/>
        </w:rPr>
        <w:t xml:space="preserve"> %s\n" "end:" `date +%d/%m/%Y,%H:%M:%S` &gt;&gt; $</w:t>
      </w:r>
      <w:proofErr w:type="spellStart"/>
      <w:r w:rsidRPr="00DF5181">
        <w:rPr>
          <w:lang w:val="en-US"/>
        </w:rPr>
        <w:t>log_short</w:t>
      </w:r>
      <w:proofErr w:type="spellEnd"/>
    </w:p>
    <w:p w14:paraId="465882A5" w14:textId="007C9CBF" w:rsid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'%s %02dh:%02dm:%02ds\n' "Run duration: " $(($runtime/3600)) $(($runtime%3600/60)) $(($runtime%60)) &gt;&gt;$</w:t>
      </w:r>
      <w:proofErr w:type="spellStart"/>
      <w:r w:rsidRPr="00DF5181">
        <w:rPr>
          <w:lang w:val="en-US"/>
        </w:rPr>
        <w:t>log_short</w:t>
      </w:r>
      <w:proofErr w:type="spellEnd"/>
    </w:p>
    <w:p w14:paraId="09DCBD14" w14:textId="77777777" w:rsidR="00DF5181" w:rsidRDefault="00DF5181" w:rsidP="00DF5181">
      <w:pPr>
        <w:rPr>
          <w:lang w:val="en-US"/>
        </w:rPr>
      </w:pPr>
    </w:p>
    <w:p w14:paraId="3841090B" w14:textId="77777777" w:rsidR="00DF5181" w:rsidRPr="00DF5181" w:rsidRDefault="00DF5181" w:rsidP="00DF5181">
      <w:r w:rsidRPr="00DF5181">
        <w:t>#!/bin/bash</w:t>
      </w:r>
    </w:p>
    <w:p w14:paraId="3204B314" w14:textId="77777777" w:rsidR="00DF5181" w:rsidRPr="00DF5181" w:rsidRDefault="00DF5181" w:rsidP="00DF5181"/>
    <w:p w14:paraId="7956D610" w14:textId="77777777" w:rsidR="00DF5181" w:rsidRPr="00DF5181" w:rsidRDefault="00DF5181" w:rsidP="00DF5181">
      <w:r w:rsidRPr="00DF5181">
        <w:t>VER_BEDGRAPH="pgBedgraph.sh_1.2.0"</w:t>
      </w:r>
    </w:p>
    <w:p w14:paraId="135F0ED0" w14:textId="77777777" w:rsidR="00DF5181" w:rsidRPr="00DF5181" w:rsidRDefault="00DF5181" w:rsidP="00DF5181"/>
    <w:p w14:paraId="40C803B9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#########################################</w:t>
      </w:r>
    </w:p>
    <w:p w14:paraId="5443B8F5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lastRenderedPageBreak/>
        <w:t>##########     Description     ##########</w:t>
      </w:r>
    </w:p>
    <w:p w14:paraId="451B664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>functionality:</w:t>
      </w:r>
    </w:p>
    <w:p w14:paraId="47303C8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reads list of bam-files</w:t>
      </w:r>
    </w:p>
    <w:p w14:paraId="208F4630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randomly extracts indicated number of reads &amp; writes corresponding output</w:t>
      </w:r>
    </w:p>
    <w:p w14:paraId="338460E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sorts the output bam-file</w:t>
      </w:r>
    </w:p>
    <w:p w14:paraId="7887347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writes </w:t>
      </w:r>
      <w:proofErr w:type="spellStart"/>
      <w:r w:rsidRPr="00DF5181">
        <w:rPr>
          <w:lang w:val="en-US"/>
        </w:rPr>
        <w:t>bedgraph</w:t>
      </w:r>
      <w:proofErr w:type="spellEnd"/>
      <w:r w:rsidRPr="00DF5181">
        <w:rPr>
          <w:lang w:val="en-US"/>
        </w:rPr>
        <w:t xml:space="preserve"> file for the shortened bam-file</w:t>
      </w:r>
    </w:p>
    <w:p w14:paraId="75F5C22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</w:p>
    <w:p w14:paraId="7026401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>use:</w:t>
      </w:r>
    </w:p>
    <w:p w14:paraId="067577D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pgBedgraph.sh arg1 arg2 &amp;&gt;log.txt &amp;; disown -h %1</w:t>
      </w:r>
    </w:p>
    <w:p w14:paraId="63824F1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</w:p>
    <w:p w14:paraId="1920E7B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command line arguments:</w:t>
      </w:r>
    </w:p>
    <w:p w14:paraId="1E673B5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>argument 1: one item per line</w:t>
      </w:r>
    </w:p>
    <w:p w14:paraId="795B5D5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1: full path to input directory (containing bam-files)</w:t>
      </w:r>
    </w:p>
    <w:p w14:paraId="4119381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2: full path to output directory (containing </w:t>
      </w:r>
      <w:proofErr w:type="spellStart"/>
      <w:r w:rsidRPr="00DF5181">
        <w:rPr>
          <w:lang w:val="en-US"/>
        </w:rPr>
        <w:t>bedgraph</w:t>
      </w:r>
      <w:proofErr w:type="spellEnd"/>
      <w:r w:rsidRPr="00DF5181">
        <w:rPr>
          <w:lang w:val="en-US"/>
        </w:rPr>
        <w:t>-files)</w:t>
      </w:r>
    </w:p>
    <w:p w14:paraId="7F8A721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3: full path to user directory; optional - if no directory is provided, the "output directory" will be used</w:t>
      </w:r>
    </w:p>
    <w:p w14:paraId="7D480072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 xml:space="preserve">row 4: genome length file (full path), containing in col1 the chromosome names &amp; in col2 the number of </w:t>
      </w:r>
      <w:proofErr w:type="spellStart"/>
      <w:r w:rsidRPr="00DF5181">
        <w:rPr>
          <w:lang w:val="en-US"/>
        </w:rPr>
        <w:t>nucleotids</w:t>
      </w:r>
      <w:proofErr w:type="spellEnd"/>
    </w:p>
    <w:p w14:paraId="4E460DA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row 5: empty (\n)</w:t>
      </w:r>
    </w:p>
    <w:p w14:paraId="70876DD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  <w:t xml:space="preserve">argument 2: </w:t>
      </w:r>
      <w:proofErr w:type="spellStart"/>
      <w:r w:rsidRPr="00DF5181">
        <w:rPr>
          <w:lang w:val="en-US"/>
        </w:rPr>
        <w:t>sample_list</w:t>
      </w:r>
      <w:proofErr w:type="spellEnd"/>
    </w:p>
    <w:p w14:paraId="168E3364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each row: one sample</w:t>
      </w:r>
    </w:p>
    <w:p w14:paraId="68564C15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</w:r>
      <w:r w:rsidRPr="00DF5181">
        <w:rPr>
          <w:lang w:val="en-US"/>
        </w:rPr>
        <w:tab/>
        <w:t>col 1 ff: full name of bam-file (without extension ".bam")</w:t>
      </w:r>
    </w:p>
    <w:p w14:paraId="51B1A9C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</w:r>
      <w:r w:rsidRPr="00DF5181">
        <w:rPr>
          <w:lang w:val="en-US"/>
        </w:rPr>
        <w:tab/>
        <w:t>col 2 ff: number of reads to be used</w:t>
      </w:r>
    </w:p>
    <w:p w14:paraId="27CB239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</w:t>
      </w:r>
      <w:r w:rsidRPr="00DF5181">
        <w:rPr>
          <w:lang w:val="en-US"/>
        </w:rPr>
        <w:tab/>
      </w:r>
      <w:r w:rsidRPr="00DF5181">
        <w:rPr>
          <w:lang w:val="en-US"/>
        </w:rPr>
        <w:tab/>
        <w:t>last row: empty (\n)</w:t>
      </w:r>
    </w:p>
    <w:p w14:paraId="37203736" w14:textId="77777777" w:rsidR="00DF5181" w:rsidRPr="00DF5181" w:rsidRDefault="00DF5181" w:rsidP="00DF5181">
      <w:pPr>
        <w:rPr>
          <w:lang w:val="en-US"/>
        </w:rPr>
      </w:pPr>
    </w:p>
    <w:p w14:paraId="69F2DBAC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retrieve parameters</w:t>
      </w:r>
    </w:p>
    <w:p w14:paraId="24E23326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=`sed -n '1p' &lt; $1`</w:t>
      </w:r>
    </w:p>
    <w:p w14:paraId="14D0EE3B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bg_dir</w:t>
      </w:r>
      <w:proofErr w:type="spellEnd"/>
      <w:r w:rsidRPr="00DF5181">
        <w:rPr>
          <w:lang w:val="en-US"/>
        </w:rPr>
        <w:t>=`sed -n '2p' &lt; $1`</w:t>
      </w:r>
    </w:p>
    <w:p w14:paraId="2E501478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=`sed -n '3p' &lt; $1`</w:t>
      </w:r>
    </w:p>
    <w:p w14:paraId="512DFA90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genome=`sed -n '4p' &lt; $1`</w:t>
      </w:r>
    </w:p>
    <w:p w14:paraId="6BF23E47" w14:textId="77777777" w:rsidR="00DF5181" w:rsidRPr="00DF5181" w:rsidRDefault="00DF5181" w:rsidP="00DF5181">
      <w:pPr>
        <w:rPr>
          <w:lang w:val="en-US"/>
        </w:rPr>
      </w:pPr>
    </w:p>
    <w:p w14:paraId="474C0D1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samples=$2</w:t>
      </w:r>
    </w:p>
    <w:p w14:paraId="4B9E5F4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</w:p>
    <w:p w14:paraId="15BAFF2B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define sub for random number generation</w:t>
      </w:r>
    </w:p>
    <w:p w14:paraId="41DBC134" w14:textId="77777777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get_seeded_random</w:t>
      </w:r>
      <w:proofErr w:type="spellEnd"/>
      <w:r w:rsidRPr="00DF5181">
        <w:rPr>
          <w:lang w:val="en-US"/>
        </w:rPr>
        <w:t>()</w:t>
      </w:r>
    </w:p>
    <w:p w14:paraId="268FC4A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{</w:t>
      </w:r>
    </w:p>
    <w:p w14:paraId="74780F8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seed="$1"</w:t>
      </w:r>
    </w:p>
    <w:p w14:paraId="3CF9D96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openssl</w:t>
      </w:r>
      <w:proofErr w:type="spellEnd"/>
      <w:r w:rsidRPr="00DF5181">
        <w:rPr>
          <w:lang w:val="en-US"/>
        </w:rPr>
        <w:t xml:space="preserve"> enc -aes-256-ctr -pass pass:"$seed" -</w:t>
      </w:r>
      <w:proofErr w:type="spellStart"/>
      <w:r w:rsidRPr="00DF5181">
        <w:rPr>
          <w:lang w:val="en-US"/>
        </w:rPr>
        <w:t>nosalt</w:t>
      </w:r>
      <w:proofErr w:type="spellEnd"/>
      <w:r w:rsidRPr="00DF5181">
        <w:rPr>
          <w:lang w:val="en-US"/>
        </w:rPr>
        <w:t xml:space="preserve"> &lt;/dev/zero 2&gt;/dev/null</w:t>
      </w:r>
    </w:p>
    <w:p w14:paraId="58175429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}</w:t>
      </w:r>
    </w:p>
    <w:p w14:paraId="120484C2" w14:textId="77777777" w:rsidR="00DF5181" w:rsidRPr="00DF5181" w:rsidRDefault="00DF5181" w:rsidP="00DF5181">
      <w:pPr>
        <w:rPr>
          <w:lang w:val="en-US"/>
        </w:rPr>
      </w:pPr>
    </w:p>
    <w:p w14:paraId="5265D47A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# do the analysis</w:t>
      </w:r>
    </w:p>
    <w:p w14:paraId="2795298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while read name number; do</w:t>
      </w:r>
    </w:p>
    <w:p w14:paraId="20671EC0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if [ -f "${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}/${name}.bam" ]; then</w:t>
      </w:r>
    </w:p>
    <w:p w14:paraId="2F136525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"calculate </w:t>
      </w:r>
      <w:proofErr w:type="spellStart"/>
      <w:r w:rsidRPr="00DF5181">
        <w:rPr>
          <w:lang w:val="en-US"/>
        </w:rPr>
        <w:t>bedgraph</w:t>
      </w:r>
      <w:proofErr w:type="spellEnd"/>
      <w:r w:rsidRPr="00DF5181">
        <w:rPr>
          <w:lang w:val="en-US"/>
        </w:rPr>
        <w:t xml:space="preserve"> for sample $name ...\n"</w:t>
      </w:r>
    </w:p>
    <w:p w14:paraId="161C1B8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samtools</w:t>
      </w:r>
      <w:proofErr w:type="spellEnd"/>
      <w:r w:rsidRPr="00DF5181">
        <w:rPr>
          <w:lang w:val="en-US"/>
        </w:rPr>
        <w:t xml:space="preserve"> view -@ 20 -H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}/${name}.bam &gt;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}/${name}.header.txt</w:t>
      </w:r>
    </w:p>
    <w:p w14:paraId="4F58D0C6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lastRenderedPageBreak/>
        <w:tab/>
      </w: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samtools</w:t>
      </w:r>
      <w:proofErr w:type="spellEnd"/>
      <w:r w:rsidRPr="00DF5181">
        <w:rPr>
          <w:lang w:val="en-US"/>
        </w:rPr>
        <w:t xml:space="preserve"> view -@ 20 -F 4 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 xml:space="preserve">}/${name}.bam | grep -v '^@' - | </w:t>
      </w:r>
      <w:proofErr w:type="spellStart"/>
      <w:r w:rsidRPr="00DF5181">
        <w:rPr>
          <w:lang w:val="en-US"/>
        </w:rPr>
        <w:t>shuf</w:t>
      </w:r>
      <w:proofErr w:type="spellEnd"/>
      <w:r w:rsidRPr="00DF5181">
        <w:rPr>
          <w:lang w:val="en-US"/>
        </w:rPr>
        <w:t xml:space="preserve"> - --random-source=&lt;(</w:t>
      </w:r>
      <w:proofErr w:type="spellStart"/>
      <w:r w:rsidRPr="00DF5181">
        <w:rPr>
          <w:lang w:val="en-US"/>
        </w:rPr>
        <w:t>get_seeded_random</w:t>
      </w:r>
      <w:proofErr w:type="spellEnd"/>
      <w:r w:rsidRPr="00DF5181">
        <w:rPr>
          <w:lang w:val="en-US"/>
        </w:rPr>
        <w:t xml:space="preserve"> 42) | head -n ${number}  | cat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 xml:space="preserve">}/${name}.header.txt - | </w:t>
      </w:r>
      <w:proofErr w:type="spellStart"/>
      <w:r w:rsidRPr="00DF5181">
        <w:rPr>
          <w:lang w:val="en-US"/>
        </w:rPr>
        <w:t>samtools</w:t>
      </w:r>
      <w:proofErr w:type="spellEnd"/>
      <w:r w:rsidRPr="00DF5181">
        <w:rPr>
          <w:lang w:val="en-US"/>
        </w:rPr>
        <w:t xml:space="preserve"> view -@ 20 -</w:t>
      </w:r>
      <w:proofErr w:type="spellStart"/>
      <w:r w:rsidRPr="00DF5181">
        <w:rPr>
          <w:lang w:val="en-US"/>
        </w:rPr>
        <w:t>bS</w:t>
      </w:r>
      <w:proofErr w:type="spellEnd"/>
      <w:r w:rsidRPr="00DF5181">
        <w:rPr>
          <w:lang w:val="en-US"/>
        </w:rPr>
        <w:t xml:space="preserve"> - |</w:t>
      </w:r>
      <w:proofErr w:type="spellStart"/>
      <w:r w:rsidRPr="00DF5181">
        <w:rPr>
          <w:lang w:val="en-US"/>
        </w:rPr>
        <w:t>samtools</w:t>
      </w:r>
      <w:proofErr w:type="spellEnd"/>
      <w:r w:rsidRPr="00DF5181">
        <w:rPr>
          <w:lang w:val="en-US"/>
        </w:rPr>
        <w:t xml:space="preserve"> sort -@ 20 - -o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}/${name}_random${number}</w:t>
      </w:r>
      <w:proofErr w:type="spellStart"/>
      <w:r w:rsidRPr="00DF5181">
        <w:rPr>
          <w:lang w:val="en-US"/>
        </w:rPr>
        <w:t>mapped.bam</w:t>
      </w:r>
      <w:proofErr w:type="spellEnd"/>
    </w:p>
    <w:p w14:paraId="1D4E27C1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samtools</w:t>
      </w:r>
      <w:proofErr w:type="spellEnd"/>
      <w:r w:rsidRPr="00DF5181">
        <w:rPr>
          <w:lang w:val="en-US"/>
        </w:rPr>
        <w:t xml:space="preserve"> index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}/${name}_random${number}</w:t>
      </w:r>
      <w:proofErr w:type="spellStart"/>
      <w:r w:rsidRPr="00DF5181">
        <w:rPr>
          <w:lang w:val="en-US"/>
        </w:rPr>
        <w:t>mapped.bam</w:t>
      </w:r>
      <w:proofErr w:type="spellEnd"/>
    </w:p>
    <w:p w14:paraId="5A57D933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r w:rsidRPr="00DF5181">
        <w:rPr>
          <w:lang w:val="en-US"/>
        </w:rPr>
        <w:tab/>
        <w:t>rm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 xml:space="preserve">}/${name}.header.txt </w:t>
      </w:r>
    </w:p>
    <w:p w14:paraId="77345B4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bedtools</w:t>
      </w:r>
      <w:proofErr w:type="spellEnd"/>
      <w:r w:rsidRPr="00DF5181">
        <w:rPr>
          <w:lang w:val="en-US"/>
        </w:rPr>
        <w:t xml:space="preserve"> </w:t>
      </w:r>
      <w:proofErr w:type="spellStart"/>
      <w:r w:rsidRPr="00DF5181">
        <w:rPr>
          <w:lang w:val="en-US"/>
        </w:rPr>
        <w:t>genomecov</w:t>
      </w:r>
      <w:proofErr w:type="spellEnd"/>
      <w:r w:rsidRPr="00DF5181">
        <w:rPr>
          <w:lang w:val="en-US"/>
        </w:rPr>
        <w:t xml:space="preserve"> -</w:t>
      </w:r>
      <w:proofErr w:type="spellStart"/>
      <w:r w:rsidRPr="00DF5181">
        <w:rPr>
          <w:lang w:val="en-US"/>
        </w:rPr>
        <w:t>bg</w:t>
      </w:r>
      <w:proofErr w:type="spellEnd"/>
      <w:r w:rsidRPr="00DF5181">
        <w:rPr>
          <w:lang w:val="en-US"/>
        </w:rPr>
        <w:t xml:space="preserve"> -g $genome -</w:t>
      </w:r>
      <w:proofErr w:type="spellStart"/>
      <w:r w:rsidRPr="00DF5181">
        <w:rPr>
          <w:lang w:val="en-US"/>
        </w:rPr>
        <w:t>ibam</w:t>
      </w:r>
      <w:proofErr w:type="spellEnd"/>
      <w:r w:rsidRPr="00DF5181">
        <w:rPr>
          <w:lang w:val="en-US"/>
        </w:rPr>
        <w:t xml:space="preserve">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}/${name}_random${number}</w:t>
      </w:r>
      <w:proofErr w:type="spellStart"/>
      <w:r w:rsidRPr="00DF5181">
        <w:rPr>
          <w:lang w:val="en-US"/>
        </w:rPr>
        <w:t>mapped.bam</w:t>
      </w:r>
      <w:proofErr w:type="spellEnd"/>
      <w:r w:rsidRPr="00DF5181">
        <w:rPr>
          <w:lang w:val="en-US"/>
        </w:rPr>
        <w:t xml:space="preserve"> &gt; ${</w:t>
      </w:r>
      <w:proofErr w:type="spellStart"/>
      <w:r w:rsidRPr="00DF5181">
        <w:rPr>
          <w:lang w:val="en-US"/>
        </w:rPr>
        <w:t>bg_dir</w:t>
      </w:r>
      <w:proofErr w:type="spellEnd"/>
      <w:r w:rsidRPr="00DF5181">
        <w:rPr>
          <w:lang w:val="en-US"/>
        </w:rPr>
        <w:t>}/${name}_random${number}</w:t>
      </w:r>
      <w:proofErr w:type="spellStart"/>
      <w:r w:rsidRPr="00DF5181">
        <w:rPr>
          <w:lang w:val="en-US"/>
        </w:rPr>
        <w:t>mapped.bedgraph</w:t>
      </w:r>
      <w:proofErr w:type="spellEnd"/>
    </w:p>
    <w:p w14:paraId="2E9FC11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r w:rsidRPr="00DF5181">
        <w:rPr>
          <w:lang w:val="en-US"/>
        </w:rPr>
        <w:tab/>
      </w:r>
    </w:p>
    <w:p w14:paraId="41C0401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r w:rsidRPr="00DF5181">
        <w:rPr>
          <w:lang w:val="en-US"/>
        </w:rPr>
        <w:tab/>
        <w:t># set extended attributes</w:t>
      </w:r>
    </w:p>
    <w:p w14:paraId="076781EF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old_attributes</w:t>
      </w:r>
      <w:proofErr w:type="spellEnd"/>
      <w:r w:rsidRPr="00DF5181">
        <w:rPr>
          <w:lang w:val="en-US"/>
        </w:rPr>
        <w:t>=`</w:t>
      </w:r>
      <w:proofErr w:type="spellStart"/>
      <w:r w:rsidRPr="00DF5181">
        <w:rPr>
          <w:lang w:val="en-US"/>
        </w:rPr>
        <w:t>getfattr</w:t>
      </w:r>
      <w:proofErr w:type="spellEnd"/>
      <w:r w:rsidRPr="00DF5181">
        <w:rPr>
          <w:lang w:val="en-US"/>
        </w:rPr>
        <w:t xml:space="preserve"> -n </w:t>
      </w:r>
      <w:proofErr w:type="spellStart"/>
      <w:r w:rsidRPr="00DF5181">
        <w:rPr>
          <w:lang w:val="en-US"/>
        </w:rPr>
        <w:t>user.comment</w:t>
      </w:r>
      <w:proofErr w:type="spellEnd"/>
      <w:r w:rsidRPr="00DF5181">
        <w:rPr>
          <w:lang w:val="en-US"/>
        </w:rPr>
        <w:t xml:space="preserve"> ${</w:t>
      </w:r>
      <w:proofErr w:type="spellStart"/>
      <w:r w:rsidRPr="00DF5181">
        <w:rPr>
          <w:lang w:val="en-US"/>
        </w:rPr>
        <w:t>bam_dir</w:t>
      </w:r>
      <w:proofErr w:type="spellEnd"/>
      <w:r w:rsidRPr="00DF5181">
        <w:rPr>
          <w:lang w:val="en-US"/>
        </w:rPr>
        <w:t>}/${name}.bam | sed '1d' | sed 's/</w:t>
      </w:r>
      <w:proofErr w:type="spellStart"/>
      <w:r w:rsidRPr="00DF5181">
        <w:rPr>
          <w:lang w:val="en-US"/>
        </w:rPr>
        <w:t>user.comment</w:t>
      </w:r>
      <w:proofErr w:type="spellEnd"/>
      <w:r w:rsidRPr="00DF5181">
        <w:rPr>
          <w:lang w:val="en-US"/>
        </w:rPr>
        <w:t>=//' | sed 's/\"//g'`</w:t>
      </w:r>
    </w:p>
    <w:p w14:paraId="28F05D8E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r w:rsidRPr="00DF5181">
        <w:rPr>
          <w:lang w:val="en-US"/>
        </w:rPr>
        <w:tab/>
        <w:t>date=`date +%</w:t>
      </w:r>
      <w:proofErr w:type="spellStart"/>
      <w:r w:rsidRPr="00DF5181">
        <w:rPr>
          <w:lang w:val="en-US"/>
        </w:rPr>
        <w:t>y%m%d</w:t>
      </w:r>
      <w:proofErr w:type="spellEnd"/>
      <w:r w:rsidRPr="00DF5181">
        <w:rPr>
          <w:lang w:val="en-US"/>
        </w:rPr>
        <w:t>`</w:t>
      </w:r>
    </w:p>
    <w:p w14:paraId="2841DF1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r w:rsidRPr="00DF5181">
        <w:rPr>
          <w:lang w:val="en-US"/>
        </w:rPr>
        <w:tab/>
        <w:t>added_attributes="&lt;MOD&gt;$VER_BEDGRAPH&lt;/MOD&gt;&lt;DAT&gt;$date&lt;/DAT&gt;&lt;FIL&gt;${bam_dir}/${name}.bam&lt;/FIL&gt;&lt;GEN&gt;$genome&lt;/GEN&gt;"</w:t>
      </w:r>
    </w:p>
    <w:p w14:paraId="02191CCD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new_attributes</w:t>
      </w:r>
      <w:proofErr w:type="spellEnd"/>
      <w:r w:rsidRPr="00DF5181">
        <w:rPr>
          <w:lang w:val="en-US"/>
        </w:rPr>
        <w:t>="${</w:t>
      </w:r>
      <w:proofErr w:type="spellStart"/>
      <w:r w:rsidRPr="00DF5181">
        <w:rPr>
          <w:lang w:val="en-US"/>
        </w:rPr>
        <w:t>old_attributes</w:t>
      </w:r>
      <w:proofErr w:type="spellEnd"/>
      <w:r w:rsidRPr="00DF5181">
        <w:rPr>
          <w:lang w:val="en-US"/>
        </w:rPr>
        <w:t>}${</w:t>
      </w:r>
      <w:proofErr w:type="spellStart"/>
      <w:r w:rsidRPr="00DF5181">
        <w:rPr>
          <w:lang w:val="en-US"/>
        </w:rPr>
        <w:t>added_attributes</w:t>
      </w:r>
      <w:proofErr w:type="spellEnd"/>
      <w:r w:rsidRPr="00DF5181">
        <w:rPr>
          <w:lang w:val="en-US"/>
        </w:rPr>
        <w:t>}"</w:t>
      </w:r>
    </w:p>
    <w:p w14:paraId="18729FF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</w:r>
      <w:r w:rsidRPr="00DF5181">
        <w:rPr>
          <w:lang w:val="en-US"/>
        </w:rPr>
        <w:tab/>
      </w:r>
      <w:proofErr w:type="spellStart"/>
      <w:r w:rsidRPr="00DF5181">
        <w:rPr>
          <w:lang w:val="en-US"/>
        </w:rPr>
        <w:t>setfattr</w:t>
      </w:r>
      <w:proofErr w:type="spellEnd"/>
      <w:r w:rsidRPr="00DF5181">
        <w:rPr>
          <w:lang w:val="en-US"/>
        </w:rPr>
        <w:t xml:space="preserve"> -n </w:t>
      </w:r>
      <w:proofErr w:type="spellStart"/>
      <w:r w:rsidRPr="00DF5181">
        <w:rPr>
          <w:lang w:val="en-US"/>
        </w:rPr>
        <w:t>user.comment</w:t>
      </w:r>
      <w:proofErr w:type="spellEnd"/>
      <w:r w:rsidRPr="00DF5181">
        <w:rPr>
          <w:lang w:val="en-US"/>
        </w:rPr>
        <w:t xml:space="preserve"> -v "$</w:t>
      </w:r>
      <w:proofErr w:type="spellStart"/>
      <w:r w:rsidRPr="00DF5181">
        <w:rPr>
          <w:lang w:val="en-US"/>
        </w:rPr>
        <w:t>new_attributes</w:t>
      </w:r>
      <w:proofErr w:type="spellEnd"/>
      <w:r w:rsidRPr="00DF5181">
        <w:rPr>
          <w:lang w:val="en-US"/>
        </w:rPr>
        <w:t>" ${</w:t>
      </w:r>
      <w:proofErr w:type="spellStart"/>
      <w:r w:rsidRPr="00DF5181">
        <w:rPr>
          <w:lang w:val="en-US"/>
        </w:rPr>
        <w:t>bg_dir</w:t>
      </w:r>
      <w:proofErr w:type="spellEnd"/>
      <w:r w:rsidRPr="00DF5181">
        <w:rPr>
          <w:lang w:val="en-US"/>
        </w:rPr>
        <w:t>}/${name}_random${number}</w:t>
      </w:r>
      <w:proofErr w:type="spellStart"/>
      <w:r w:rsidRPr="00DF5181">
        <w:rPr>
          <w:lang w:val="en-US"/>
        </w:rPr>
        <w:t>mapped.bedgraph</w:t>
      </w:r>
      <w:proofErr w:type="spellEnd"/>
    </w:p>
    <w:p w14:paraId="006FA91E" w14:textId="77777777" w:rsidR="00DF5181" w:rsidRPr="00DF5181" w:rsidRDefault="00DF5181" w:rsidP="00DF5181">
      <w:pPr>
        <w:rPr>
          <w:lang w:val="en-US"/>
        </w:rPr>
      </w:pPr>
    </w:p>
    <w:p w14:paraId="56B79AF8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ab/>
        <w:t>fi</w:t>
      </w:r>
    </w:p>
    <w:p w14:paraId="5CC10957" w14:textId="77777777" w:rsidR="00DF5181" w:rsidRPr="00DF5181" w:rsidRDefault="00DF5181" w:rsidP="00DF5181">
      <w:pPr>
        <w:rPr>
          <w:lang w:val="en-US"/>
        </w:rPr>
      </w:pPr>
      <w:r w:rsidRPr="00DF5181">
        <w:rPr>
          <w:lang w:val="en-US"/>
        </w:rPr>
        <w:t>done &lt; $samples</w:t>
      </w:r>
    </w:p>
    <w:p w14:paraId="74902D76" w14:textId="77777777" w:rsidR="00DF5181" w:rsidRPr="00DF5181" w:rsidRDefault="00DF5181" w:rsidP="00DF5181">
      <w:pPr>
        <w:rPr>
          <w:lang w:val="en-US"/>
        </w:rPr>
      </w:pPr>
    </w:p>
    <w:p w14:paraId="7E530BFC" w14:textId="5A2D066B" w:rsidR="00DF5181" w:rsidRPr="00DF5181" w:rsidRDefault="00DF5181" w:rsidP="00DF5181">
      <w:pPr>
        <w:rPr>
          <w:lang w:val="en-US"/>
        </w:rPr>
      </w:pPr>
      <w:proofErr w:type="spellStart"/>
      <w:r w:rsidRPr="00DF5181">
        <w:rPr>
          <w:lang w:val="en-US"/>
        </w:rPr>
        <w:t>printf</w:t>
      </w:r>
      <w:proofErr w:type="spellEnd"/>
      <w:r w:rsidRPr="00DF5181">
        <w:rPr>
          <w:lang w:val="en-US"/>
        </w:rPr>
        <w:t xml:space="preserve"> "%s\n" $VER_BEDGRAPH &gt; $</w:t>
      </w:r>
      <w:proofErr w:type="spellStart"/>
      <w:r w:rsidRPr="00DF5181">
        <w:rPr>
          <w:lang w:val="en-US"/>
        </w:rPr>
        <w:t>user_dir</w:t>
      </w:r>
      <w:proofErr w:type="spellEnd"/>
      <w:r w:rsidRPr="00DF5181">
        <w:rPr>
          <w:lang w:val="en-US"/>
        </w:rPr>
        <w:t>/</w:t>
      </w:r>
      <w:proofErr w:type="spellStart"/>
      <w:r w:rsidRPr="00DF5181">
        <w:rPr>
          <w:lang w:val="en-US"/>
        </w:rPr>
        <w:t>ver_bedgraph</w:t>
      </w:r>
      <w:proofErr w:type="spellEnd"/>
    </w:p>
    <w:sectPr w:rsidR="00DF5181" w:rsidRPr="00DF5181" w:rsidSect="00FC4DCF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8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181"/>
    <w:rsid w:val="00005959"/>
    <w:rsid w:val="00045AAC"/>
    <w:rsid w:val="00064BB3"/>
    <w:rsid w:val="00080037"/>
    <w:rsid w:val="0008095E"/>
    <w:rsid w:val="000C66EB"/>
    <w:rsid w:val="000D7491"/>
    <w:rsid w:val="00116CDD"/>
    <w:rsid w:val="00137B26"/>
    <w:rsid w:val="001D395C"/>
    <w:rsid w:val="001F3EC5"/>
    <w:rsid w:val="0021773C"/>
    <w:rsid w:val="0024727A"/>
    <w:rsid w:val="0025043B"/>
    <w:rsid w:val="00305162"/>
    <w:rsid w:val="00327439"/>
    <w:rsid w:val="00374C95"/>
    <w:rsid w:val="003861F9"/>
    <w:rsid w:val="003967B9"/>
    <w:rsid w:val="003D11E2"/>
    <w:rsid w:val="003E5565"/>
    <w:rsid w:val="00424E17"/>
    <w:rsid w:val="004268EA"/>
    <w:rsid w:val="00472433"/>
    <w:rsid w:val="004A1A15"/>
    <w:rsid w:val="004A6F01"/>
    <w:rsid w:val="004B13DA"/>
    <w:rsid w:val="004D2A16"/>
    <w:rsid w:val="004D7EE2"/>
    <w:rsid w:val="00512DBA"/>
    <w:rsid w:val="00551926"/>
    <w:rsid w:val="005A21E2"/>
    <w:rsid w:val="005B57E5"/>
    <w:rsid w:val="006D5DEB"/>
    <w:rsid w:val="00747494"/>
    <w:rsid w:val="0076430D"/>
    <w:rsid w:val="00786F42"/>
    <w:rsid w:val="007C29FE"/>
    <w:rsid w:val="007E6645"/>
    <w:rsid w:val="008D0010"/>
    <w:rsid w:val="00944983"/>
    <w:rsid w:val="00963128"/>
    <w:rsid w:val="00966213"/>
    <w:rsid w:val="00984E93"/>
    <w:rsid w:val="009C2892"/>
    <w:rsid w:val="009D3967"/>
    <w:rsid w:val="00A60287"/>
    <w:rsid w:val="00AB4E4A"/>
    <w:rsid w:val="00B86FEA"/>
    <w:rsid w:val="00BC4ABA"/>
    <w:rsid w:val="00BD2215"/>
    <w:rsid w:val="00C02FDA"/>
    <w:rsid w:val="00C7500B"/>
    <w:rsid w:val="00CA7A0A"/>
    <w:rsid w:val="00CC3D29"/>
    <w:rsid w:val="00CF0C64"/>
    <w:rsid w:val="00CF37B9"/>
    <w:rsid w:val="00D05572"/>
    <w:rsid w:val="00D25BDD"/>
    <w:rsid w:val="00D720A5"/>
    <w:rsid w:val="00D742FE"/>
    <w:rsid w:val="00D80A9D"/>
    <w:rsid w:val="00DD6749"/>
    <w:rsid w:val="00DF5181"/>
    <w:rsid w:val="00E70139"/>
    <w:rsid w:val="00E8378F"/>
    <w:rsid w:val="00EA1EDB"/>
    <w:rsid w:val="00FC4DCF"/>
    <w:rsid w:val="00FF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569730"/>
  <w15:chartTrackingRefBased/>
  <w15:docId w15:val="{2051E7D6-4989-5542-93D7-FF4F1D00A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518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abriele/Library/Group%20Containers/UBF8T346G9.Office/User%20Content.localized/Templates.localized/Normal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3388</Words>
  <Characters>21347</Characters>
  <Application>Microsoft Office Word</Application>
  <DocSecurity>0</DocSecurity>
  <Lines>177</Lines>
  <Paragraphs>49</Paragraphs>
  <ScaleCrop>false</ScaleCrop>
  <Company/>
  <LinksUpToDate>false</LinksUpToDate>
  <CharactersWithSpaces>24686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</dc:creator>
  <cp:keywords/>
  <dc:description/>
  <cp:lastModifiedBy>Gabriele Büchel</cp:lastModifiedBy>
  <cp:revision>2</cp:revision>
  <dcterms:created xsi:type="dcterms:W3CDTF">2024-08-23T06:02:00Z</dcterms:created>
  <dcterms:modified xsi:type="dcterms:W3CDTF">2024-08-23T06:15:00Z</dcterms:modified>
</cp:coreProperties>
</file>